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bookmarkStart w:id="0" w:name="_GoBack"/>
          <w:bookmarkEnd w:id="0"/>
          <w:p w14:paraId="08E87A8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167CC1" wp14:editId="39D96E73">
                      <wp:simplePos x="0" y="0"/>
                      <wp:positionH relativeFrom="page">
                        <wp:posOffset>2618740</wp:posOffset>
                      </wp:positionH>
                      <wp:positionV relativeFrom="page">
                        <wp:posOffset>113030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8054647" w14:textId="77777777" w:rsidR="00722C60" w:rsidRDefault="00722C60" w:rsidP="00022EA6">
                                  <w:pPr>
                                    <w:pStyle w:val="Bezmezer"/>
                                    <w:rPr>
                                      <w:b/>
                                    </w:rPr>
                                  </w:pPr>
                                  <w:r>
                                    <w:rPr>
                                      <w:b/>
                                    </w:rPr>
                                    <w:t>Prostřednictvím EZAK</w:t>
                                  </w:r>
                                </w:p>
                                <w:p w14:paraId="5D65E82F" w14:textId="77777777" w:rsidR="00722C60" w:rsidRDefault="00722C60"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206.2pt;margin-top:8.9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" o:allowincell="f" fillcolor="white [3212]" stroked="f" strokeweight=".5pt">
                      <v:textbox>
                        <w:txbxContent>
                          <w:p w14:paraId="58054647" w14:textId="77777777" w:rsidR="00722C60" w:rsidRDefault="00722C60" w:rsidP="00022EA6">
                            <w:pPr>
                              <w:pStyle w:val="Bezmezer"/>
                              <w:rPr>
                                <w:b/>
                              </w:rPr>
                            </w:pPr>
                            <w:r>
                              <w:rPr>
                                <w:b/>
                              </w:rPr>
                              <w:t>Prostřednictvím EZAK</w:t>
                            </w:r>
                          </w:p>
                          <w:p w14:paraId="5D65E82F" w14:textId="77777777" w:rsidR="00722C60" w:rsidRDefault="00722C60" w:rsidP="0037111D">
                            <w:pPr>
                              <w:pStyle w:val="Bezmezer"/>
                              <w:rPr>
                                <w:b/>
                              </w:rPr>
                            </w:pPr>
                          </w:p>
                        </w:txbxContent>
                      </v:textbox>
                      <w10:wrap anchorx="page" anchory="page"/>
                      <w10:anchorlock/>
                    </v:shape>
                  </w:pict>
                </mc:Fallback>
              </mc:AlternateContent>
            </w: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23D70E00" w:rsidR="00F862D6" w:rsidRPr="001A6F12" w:rsidRDefault="00C45890" w:rsidP="00C45890">
            <w:pPr>
              <w:rPr>
                <w:szCs w:val="14"/>
              </w:rPr>
            </w:pPr>
            <w:r w:rsidRPr="00C45890">
              <w:rPr>
                <w:szCs w:val="14"/>
              </w:rPr>
              <w:t>1</w:t>
            </w:r>
            <w:r w:rsidR="00B841EE" w:rsidRPr="00C45890">
              <w:rPr>
                <w:szCs w:val="14"/>
              </w:rPr>
              <w:t>0</w:t>
            </w:r>
            <w:r w:rsidRPr="00C45890">
              <w:rPr>
                <w:szCs w:val="14"/>
              </w:rPr>
              <w:t>877</w:t>
            </w:r>
            <w:r w:rsidR="00B841EE">
              <w:rPr>
                <w:szCs w:val="14"/>
              </w:rPr>
              <w:t>/</w:t>
            </w:r>
            <w:r w:rsidR="00210ADA">
              <w:rPr>
                <w:szCs w:val="14"/>
              </w:rPr>
              <w:t>2</w:t>
            </w:r>
            <w:r w:rsidR="00B841EE">
              <w:rPr>
                <w:szCs w:val="14"/>
              </w:rPr>
              <w:t>0</w:t>
            </w:r>
            <w:r w:rsidR="00210ADA">
              <w:rPr>
                <w:szCs w:val="14"/>
              </w:rPr>
              <w:t>22</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2A76A780" w:rsidR="00F862D6" w:rsidRPr="001A6F12" w:rsidRDefault="007C2836" w:rsidP="00CC1E2B">
            <w:pPr>
              <w:rPr>
                <w:szCs w:val="14"/>
              </w:rPr>
            </w:pPr>
            <w:r>
              <w:rPr>
                <w:szCs w:val="14"/>
              </w:rPr>
              <w:t>21</w:t>
            </w:r>
            <w:r w:rsidR="00210ADA">
              <w:rPr>
                <w:szCs w:val="14"/>
              </w:rPr>
              <w:t>/3</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13553588" w:rsidR="00F862D6" w:rsidRPr="001A6F12" w:rsidRDefault="002117F9"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3BAE2897" w:rsidR="009A7568" w:rsidRPr="001A6F12" w:rsidRDefault="002117F9"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21C47B7B" w:rsidR="009A7568" w:rsidRPr="001A6F12" w:rsidRDefault="00210ADA" w:rsidP="006104F6">
            <w:pPr>
              <w:rPr>
                <w:szCs w:val="14"/>
              </w:rPr>
            </w:pPr>
            <w:r>
              <w:rPr>
                <w:szCs w:val="14"/>
              </w:rPr>
              <w:t>SoucekJ@spravazeleznic.cz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0DAA3F31" w:rsidR="009A7568" w:rsidRPr="001A6F12" w:rsidRDefault="00325B48" w:rsidP="009A7568">
            <w:pPr>
              <w:rPr>
                <w:szCs w:val="14"/>
              </w:rPr>
            </w:pPr>
            <w:bookmarkStart w:id="1" w:name="Datum"/>
            <w:r w:rsidRPr="00325B48">
              <w:rPr>
                <w:szCs w:val="14"/>
              </w:rPr>
              <w:t>5</w:t>
            </w:r>
            <w:r w:rsidR="00C45890" w:rsidRPr="00325B48">
              <w:rPr>
                <w:szCs w:val="14"/>
              </w:rPr>
              <w:t>.</w:t>
            </w:r>
            <w:r w:rsidR="00C45890">
              <w:rPr>
                <w:szCs w:val="14"/>
              </w:rPr>
              <w:t xml:space="preserve"> srpna 2022</w:t>
            </w:r>
            <w:r w:rsidR="009A7568" w:rsidRPr="001A6F12">
              <w:rPr>
                <w:szCs w:val="14"/>
              </w:rPr>
              <w:t xml:space="preserve"> </w:t>
            </w:r>
            <w:bookmarkEnd w:id="1"/>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6DAE3DD2" w14:textId="502623AC" w:rsidR="00FC44E6" w:rsidRPr="00FC44E6" w:rsidRDefault="00FC44E6" w:rsidP="00FC44E6">
      <w:pPr>
        <w:spacing w:after="0" w:line="240" w:lineRule="auto"/>
        <w:rPr>
          <w:rFonts w:eastAsia="Times New Roman" w:cs="Times New Roman"/>
          <w:b/>
          <w:i/>
          <w:color w:val="FF0000"/>
          <w:lang w:eastAsia="cs-CZ"/>
        </w:rPr>
      </w:pPr>
      <w:r w:rsidRPr="00210ADA">
        <w:rPr>
          <w:rFonts w:eastAsia="Times New Roman" w:cs="Times New Roman"/>
          <w:b/>
          <w:i/>
          <w:lang w:eastAsia="cs-CZ"/>
        </w:rPr>
        <w:t>Projektová doku</w:t>
      </w:r>
      <w:r w:rsidR="0066177D">
        <w:rPr>
          <w:rFonts w:eastAsia="Times New Roman" w:cs="Times New Roman"/>
          <w:b/>
          <w:i/>
          <w:lang w:eastAsia="cs-CZ"/>
        </w:rPr>
        <w:t>mentace pro stavební povolení, P</w:t>
      </w:r>
      <w:r w:rsidRPr="00210ADA">
        <w:rPr>
          <w:rFonts w:eastAsia="Times New Roman" w:cs="Times New Roman"/>
          <w:b/>
          <w:i/>
          <w:lang w:eastAsia="cs-CZ"/>
        </w:rPr>
        <w:t>rojektová dokumentace pro provádění stavby a výkon autorského dozoru (dále jen „DSP+PDPS+AD“)</w:t>
      </w:r>
    </w:p>
    <w:p w14:paraId="0F6A39A6" w14:textId="77777777" w:rsidR="00F05A9D" w:rsidRDefault="00F05A9D" w:rsidP="00FC44E6">
      <w:pPr>
        <w:spacing w:after="0" w:line="240" w:lineRule="auto"/>
        <w:rPr>
          <w:rFonts w:eastAsia="Times New Roman" w:cs="Times New Roman"/>
          <w:b/>
          <w:i/>
          <w:color w:val="FF0000"/>
          <w:lang w:eastAsia="cs-CZ"/>
        </w:rPr>
      </w:pPr>
    </w:p>
    <w:p w14:paraId="4AE66A44" w14:textId="441CA176"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2117F9">
        <w:rPr>
          <w:rFonts w:eastAsia="Times New Roman" w:cs="Times New Roman"/>
          <w:b/>
          <w:lang w:eastAsia="cs-CZ"/>
        </w:rPr>
        <w:t>Instalace zařízení pro zajištění fyzické ochrany budovy Kounicova 26, Brno</w:t>
      </w:r>
      <w:r w:rsidRPr="00FC44E6">
        <w:rPr>
          <w:rFonts w:eastAsia="Times New Roman" w:cs="Times New Roman"/>
          <w:b/>
          <w:lang w:eastAsia="cs-CZ"/>
        </w:rPr>
        <w:t>“</w:t>
      </w:r>
    </w:p>
    <w:p w14:paraId="048790E4" w14:textId="1E829CCF"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2117F9">
        <w:rPr>
          <w:rFonts w:eastAsia="Times New Roman" w:cs="Times New Roman"/>
          <w:lang w:eastAsia="cs-CZ"/>
        </w:rPr>
        <w:t>61722076</w:t>
      </w:r>
      <w:r w:rsidRPr="00FC44E6">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271A361D" w14:textId="77777777" w:rsidR="002A1EFF" w:rsidRDefault="002A1EFF" w:rsidP="002A1EFF">
      <w:pPr>
        <w:pStyle w:val="Zpat"/>
        <w:tabs>
          <w:tab w:val="left" w:pos="6772"/>
        </w:tabs>
        <w:rPr>
          <w:sz w:val="2"/>
          <w:szCs w:val="2"/>
        </w:rPr>
      </w:pPr>
    </w:p>
    <w:p w14:paraId="6A2E1AA6" w14:textId="152FEE2F"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2117F9">
        <w:rPr>
          <w:rFonts w:eastAsia="Times New Roman" w:cs="Times New Roman"/>
          <w:lang w:eastAsia="cs-CZ"/>
        </w:rPr>
        <w:t>.</w:t>
      </w:r>
    </w:p>
    <w:p w14:paraId="05C1313E" w14:textId="77777777" w:rsidR="00FC44E6" w:rsidRPr="00FC44E6" w:rsidRDefault="00FC44E6"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645865C1" w14:textId="28A9EEF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7B4350">
        <w:rPr>
          <w:rFonts w:eastAsia="Times New Roman" w:cs="Arial"/>
          <w:lang w:eastAsia="cs-CZ"/>
        </w:rPr>
        <w:t>Ing. Jaromír Souček</w:t>
      </w:r>
      <w:r w:rsidRPr="00FC44E6">
        <w:rPr>
          <w:rFonts w:eastAsia="Times New Roman" w:cs="Times New Roman"/>
          <w:lang w:eastAsia="cs-CZ"/>
        </w:rPr>
        <w:t>, telefon:</w:t>
      </w:r>
      <w:r w:rsidR="007B4350">
        <w:rPr>
          <w:rFonts w:eastAsia="Times New Roman" w:cs="Times New Roman"/>
          <w:lang w:eastAsia="cs-CZ"/>
        </w:rPr>
        <w:t>+420 724 932 283</w:t>
      </w:r>
      <w:r w:rsidRPr="00FC44E6">
        <w:rPr>
          <w:rFonts w:eastAsia="Times New Roman" w:cs="Times New Roman"/>
          <w:lang w:eastAsia="cs-CZ"/>
        </w:rPr>
        <w:t xml:space="preserve">, e-mail: </w:t>
      </w:r>
      <w:r w:rsidR="007B4350">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1788EB38" w14:textId="7A23438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w:t>
      </w:r>
      <w:r w:rsidR="00C45890">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4EF1645D"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2117F9" w:rsidRPr="002117F9">
        <w:rPr>
          <w:rFonts w:eastAsia="Times New Roman" w:cs="Arial"/>
          <w:b/>
          <w:lang w:eastAsia="cs-CZ"/>
        </w:rPr>
        <w:t>1 167 849</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343DE7ED" w14:textId="77777777" w:rsidR="002A5CB2" w:rsidRDefault="00FC44E6" w:rsidP="00722C60">
      <w:pPr>
        <w:widowControl w:val="0"/>
        <w:autoSpaceDE w:val="0"/>
        <w:autoSpaceDN w:val="0"/>
        <w:spacing w:before="240" w:after="120" w:line="22" w:lineRule="atLeast"/>
        <w:ind w:left="425" w:right="55"/>
        <w:jc w:val="both"/>
      </w:pPr>
      <w:r w:rsidRPr="00FC44E6">
        <w:rPr>
          <w:rFonts w:eastAsia="Times New Roman" w:cs="Times New Roman"/>
          <w:b/>
          <w:lang w:eastAsia="cs-CZ"/>
        </w:rPr>
        <w:t xml:space="preserve">Předmětem VZ je </w:t>
      </w:r>
      <w:r w:rsidR="002A5CB2">
        <w:t>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14:paraId="45F7511B" w14:textId="77777777" w:rsidR="002A5CB2" w:rsidRDefault="002A5CB2" w:rsidP="00722C60">
      <w:pPr>
        <w:widowControl w:val="0"/>
        <w:autoSpaceDE w:val="0"/>
        <w:autoSpaceDN w:val="0"/>
        <w:spacing w:before="120" w:after="120" w:line="22" w:lineRule="atLeast"/>
        <w:ind w:left="425" w:right="55"/>
        <w:jc w:val="both"/>
      </w:pPr>
      <w:r>
        <w:t>Součástí předmětu plnění je i řádné vyplnění a podání žádosti o stavební povolení k příslušnému stavebnímu úřadu dle zákona č. 183/2006 Sb., zákon o územním plánování a stavebním řádu (stavební zákon), ve znění pozdějších předpisů, včetně všech vyžadovaných podkladů, jejímž výsledkem bude vydání stavebního povolení. Zhotovitel bude spolupracovat při vydání příslušných rozhodnutí do nabytí jejich právní moci (správní poplatek za stavební řízení uhradí Objednatel).</w:t>
      </w:r>
    </w:p>
    <w:p w14:paraId="3BEF42C3" w14:textId="1D11596E" w:rsidR="002A5CB2" w:rsidRDefault="002A5CB2" w:rsidP="00722C60">
      <w:pPr>
        <w:widowControl w:val="0"/>
        <w:autoSpaceDE w:val="0"/>
        <w:autoSpaceDN w:val="0"/>
        <w:spacing w:before="120" w:after="120" w:line="22" w:lineRule="atLeast"/>
        <w:ind w:left="425" w:right="55"/>
        <w:jc w:val="both"/>
      </w:pPr>
      <w:r>
        <w:t xml:space="preserve">Součástí díla je rovněž zpracování podkladů pro zadávací řízení na realizaci stavby v potřebném množství a podobě (zvláštní technické podmínky a soupis prací dle vyhl. č. 169/2016 Sb., v platném znění); </w:t>
      </w:r>
    </w:p>
    <w:p w14:paraId="2A4B4E64" w14:textId="77777777" w:rsidR="002A5CB2" w:rsidRDefault="002A5CB2" w:rsidP="00722C60">
      <w:pPr>
        <w:widowControl w:val="0"/>
        <w:tabs>
          <w:tab w:val="left" w:pos="426"/>
        </w:tabs>
        <w:autoSpaceDE w:val="0"/>
        <w:autoSpaceDN w:val="0"/>
        <w:spacing w:before="120" w:after="120" w:line="22" w:lineRule="atLeast"/>
        <w:ind w:left="425" w:right="55"/>
        <w:jc w:val="both"/>
      </w:pPr>
      <w:r>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2" w:history="1">
        <w:r>
          <w:rPr>
            <w:rStyle w:val="Hypertextovodkaz"/>
          </w:rPr>
          <w:t>https://www.spravazeleznic.cz/stavby-zakazky/podklady-pro-zhotovitele/stanoveni-nakladu-staveb</w:t>
        </w:r>
      </w:hyperlink>
    </w:p>
    <w:p w14:paraId="260B1DDC" w14:textId="77777777" w:rsidR="002A5CB2" w:rsidRDefault="002A5CB2" w:rsidP="00722C60">
      <w:pPr>
        <w:widowControl w:val="0"/>
        <w:tabs>
          <w:tab w:val="left" w:pos="426"/>
        </w:tabs>
        <w:autoSpaceDE w:val="0"/>
        <w:autoSpaceDN w:val="0"/>
        <w:spacing w:before="120" w:after="120" w:line="22" w:lineRule="atLeast"/>
        <w:ind w:left="425" w:right="55"/>
        <w:jc w:val="both"/>
      </w:pPr>
      <w:r>
        <w:t xml:space="preserve">Součástí předmětu plnění je zpracování ekonomického hodnocení podle platné rezortní metodiky pro hodnocení ekonomické efektivnosti projektů dopravních staveb, přílohy č. 8 „Obecná metodika hodnocení ekonomické efektivnosti projektů týkajících se budov a s nimi souvisejících pozemků sloužících k zajištění provozu dráhy a zařízení služeb“ a dalších platných pokynů MD a SŽ. Tyto prováděcí pokyny jsou k dispozici na </w:t>
      </w:r>
      <w:hyperlink r:id="rId13" w:history="1">
        <w:r>
          <w:rPr>
            <w:rStyle w:val="Hypertextovodkaz"/>
          </w:rPr>
          <w:t>http://www.sfdi.cz/pravidla-metodiky-a-ceniky/metodiky/</w:t>
        </w:r>
      </w:hyperlink>
      <w:r>
        <w:t>.</w:t>
      </w:r>
    </w:p>
    <w:p w14:paraId="138537FF" w14:textId="77777777" w:rsidR="002A5CB2" w:rsidRDefault="002A5CB2" w:rsidP="00722C60">
      <w:pPr>
        <w:widowControl w:val="0"/>
        <w:tabs>
          <w:tab w:val="left" w:pos="426"/>
        </w:tabs>
        <w:autoSpaceDE w:val="0"/>
        <w:autoSpaceDN w:val="0"/>
        <w:spacing w:before="120" w:after="120" w:line="22" w:lineRule="atLeast"/>
        <w:ind w:left="425" w:right="55"/>
        <w:jc w:val="both"/>
      </w:pPr>
      <w:r>
        <w:t xml:space="preserve">DSP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78C1F884" w14:textId="77777777" w:rsidR="002A5CB2" w:rsidRDefault="002A5CB2" w:rsidP="00722C60">
      <w:pPr>
        <w:widowControl w:val="0"/>
        <w:tabs>
          <w:tab w:val="left" w:pos="426"/>
        </w:tabs>
        <w:autoSpaceDE w:val="0"/>
        <w:autoSpaceDN w:val="0"/>
        <w:spacing w:before="120" w:after="120" w:line="22" w:lineRule="atLeast"/>
        <w:ind w:left="425" w:right="55"/>
        <w:jc w:val="both"/>
      </w:pPr>
      <w:r>
        <w:t>DSP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734D1BA7" w14:textId="4467D9B6" w:rsidR="002A5CB2" w:rsidRDefault="002A5CB2" w:rsidP="00722C60">
      <w:pPr>
        <w:spacing w:before="120" w:after="120" w:line="240" w:lineRule="auto"/>
        <w:ind w:left="425" w:right="55"/>
        <w:jc w:val="both"/>
        <w:rPr>
          <w:rFonts w:eastAsia="Times New Roman" w:cs="Times New Roman"/>
          <w:lang w:eastAsia="cs-CZ"/>
        </w:rPr>
      </w:pPr>
      <w:r>
        <w:t>Bližší specifikace rozsahu předmětu plnění je obsažena ve Všeobecných technických podmínkách, které tvoří část obsahu této Smlouvy a které jsou Přílohou č. 3 Smlouvy.</w:t>
      </w:r>
    </w:p>
    <w:p w14:paraId="77455B94" w14:textId="77777777" w:rsidR="00FC44E6" w:rsidRPr="00FC44E6" w:rsidRDefault="00FC44E6" w:rsidP="002A5CB2">
      <w:pPr>
        <w:spacing w:before="120" w:after="120" w:line="240" w:lineRule="auto"/>
        <w:ind w:left="425"/>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55DA7B61" w14:textId="102B5ABD" w:rsidR="00FC44E6" w:rsidRPr="00FC44E6"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C45890">
        <w:rPr>
          <w:rFonts w:eastAsia="Times New Roman" w:cs="Times New Roman"/>
          <w:lang w:eastAsia="cs-CZ"/>
        </w:rPr>
        <w:t>10877</w:t>
      </w:r>
      <w:r w:rsidR="00320CAA">
        <w:rPr>
          <w:rFonts w:eastAsia="Times New Roman" w:cs="Times New Roman"/>
          <w:lang w:eastAsia="cs-CZ"/>
        </w:rPr>
        <w:t>/2022-SŽ-SSV-Ú3</w:t>
      </w:r>
      <w:r w:rsidRPr="00FC44E6">
        <w:rPr>
          <w:rFonts w:eastAsia="Times New Roman" w:cs="Times New Roman"/>
          <w:lang w:eastAsia="cs-CZ"/>
        </w:rPr>
        <w:t xml:space="preserve"> ze dne </w:t>
      </w:r>
      <w:r w:rsidR="00722C60" w:rsidRPr="00722C60">
        <w:rPr>
          <w:rFonts w:eastAsia="Times New Roman" w:cs="Times New Roman"/>
          <w:lang w:eastAsia="cs-CZ"/>
        </w:rPr>
        <w:t>5</w:t>
      </w:r>
      <w:r w:rsidR="006428B3" w:rsidRPr="00722C60">
        <w:rPr>
          <w:rFonts w:eastAsia="Times New Roman" w:cs="Times New Roman"/>
          <w:lang w:eastAsia="cs-CZ"/>
        </w:rPr>
        <w:t>.</w:t>
      </w:r>
      <w:r w:rsidR="006428B3">
        <w:rPr>
          <w:rFonts w:eastAsia="Times New Roman" w:cs="Times New Roman"/>
          <w:lang w:eastAsia="cs-CZ"/>
        </w:rPr>
        <w:t xml:space="preserve"> 8. 2022</w:t>
      </w:r>
      <w:r w:rsidRPr="00FC44E6">
        <w:rPr>
          <w:rFonts w:eastAsia="Times New Roman" w:cs="Times New Roman"/>
          <w:lang w:eastAsia="cs-CZ"/>
        </w:rPr>
        <w:t xml:space="preserve"> (dále jen “Výzva”), </w:t>
      </w:r>
    </w:p>
    <w:p w14:paraId="4AFC1DC6" w14:textId="7FD7065F" w:rsidR="00FC44E6" w:rsidRPr="00FC44E6" w:rsidRDefault="00FC44E6" w:rsidP="00320CAA">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Závazný vzor Smlouvy o dílo na zhotovení DSP</w:t>
      </w:r>
      <w:r w:rsidR="00320CAA">
        <w:rPr>
          <w:rFonts w:eastAsia="Times New Roman" w:cs="Times New Roman"/>
          <w:lang w:eastAsia="cs-CZ"/>
        </w:rPr>
        <w:t>+PDPS</w:t>
      </w:r>
      <w:r w:rsidR="001825C9">
        <w:rPr>
          <w:rFonts w:eastAsia="Times New Roman" w:cs="Times New Roman"/>
          <w:lang w:eastAsia="cs-CZ"/>
        </w:rPr>
        <w:t>+AD</w:t>
      </w:r>
      <w:r w:rsidRPr="00FC44E6">
        <w:rPr>
          <w:rFonts w:eastAsia="Times New Roman" w:cs="Times New Roman"/>
          <w:lang w:eastAsia="cs-CZ"/>
        </w:rPr>
        <w:t>,</w:t>
      </w:r>
    </w:p>
    <w:p w14:paraId="450F04A7" w14:textId="7FBE3E19" w:rsidR="00FC44E6" w:rsidRPr="00FC44E6" w:rsidRDefault="00FC44E6" w:rsidP="00320CAA">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Obchodní podmínky  - zhotovení DSP</w:t>
      </w:r>
      <w:r w:rsidR="00505094">
        <w:rPr>
          <w:rFonts w:eastAsia="Times New Roman" w:cs="Times New Roman"/>
          <w:lang w:eastAsia="cs-CZ"/>
        </w:rPr>
        <w:t>+PDPS</w:t>
      </w:r>
      <w:r w:rsidRPr="00FC44E6">
        <w:rPr>
          <w:rFonts w:eastAsia="Times New Roman" w:cs="Times New Roman"/>
          <w:lang w:eastAsia="cs-CZ"/>
        </w:rPr>
        <w:t xml:space="preserve"> </w:t>
      </w:r>
      <w:r w:rsidR="00505094">
        <w:rPr>
          <w:rFonts w:eastAsia="Times New Roman" w:cs="Times New Roman"/>
          <w:lang w:eastAsia="cs-CZ"/>
        </w:rPr>
        <w:t>– OP/DSP+PDPS/06/22</w:t>
      </w:r>
      <w:r w:rsidRPr="00FC44E6">
        <w:rPr>
          <w:rFonts w:eastAsia="Times New Roman" w:cs="Times New Roman"/>
          <w:lang w:eastAsia="cs-CZ"/>
        </w:rPr>
        <w:t>,</w:t>
      </w:r>
    </w:p>
    <w:p w14:paraId="6C325EB2" w14:textId="47380EEC" w:rsidR="00FC44E6" w:rsidRPr="00FC44E6" w:rsidRDefault="00FC44E6" w:rsidP="00320CAA">
      <w:pPr>
        <w:numPr>
          <w:ilvl w:val="0"/>
          <w:numId w:val="7"/>
        </w:numPr>
        <w:spacing w:after="0" w:line="240" w:lineRule="auto"/>
        <w:ind w:left="709" w:hanging="283"/>
        <w:rPr>
          <w:rFonts w:eastAsia="Times New Roman" w:cs="Times New Roman"/>
          <w:bCs/>
          <w:lang w:eastAsia="cs-CZ"/>
        </w:rPr>
      </w:pPr>
      <w:r w:rsidRPr="00FC44E6">
        <w:rPr>
          <w:rFonts w:eastAsia="Times New Roman" w:cs="Times New Roman"/>
          <w:lang w:eastAsia="cs-CZ"/>
        </w:rPr>
        <w:t xml:space="preserve">Všeobecné technické podmínky </w:t>
      </w:r>
      <w:r w:rsidR="00505094">
        <w:rPr>
          <w:rFonts w:eastAsia="Times New Roman" w:cs="Times New Roman"/>
          <w:lang w:eastAsia="cs-CZ"/>
        </w:rPr>
        <w:t>–</w:t>
      </w:r>
      <w:r w:rsidRPr="00FC44E6">
        <w:rPr>
          <w:rFonts w:eastAsia="Times New Roman" w:cs="Times New Roman"/>
          <w:lang w:eastAsia="cs-CZ"/>
        </w:rPr>
        <w:t xml:space="preserve"> </w:t>
      </w:r>
      <w:r w:rsidR="00505094">
        <w:rPr>
          <w:rFonts w:eastAsia="Times New Roman" w:cs="Times New Roman"/>
          <w:lang w:eastAsia="cs-CZ"/>
        </w:rPr>
        <w:t>VTP/DOKUMENTACE/05/22</w:t>
      </w:r>
      <w:r w:rsidRPr="00FC44E6">
        <w:rPr>
          <w:rFonts w:eastAsia="Times New Roman" w:cs="Times New Roman"/>
          <w:lang w:eastAsia="cs-CZ"/>
        </w:rPr>
        <w:t>,</w:t>
      </w:r>
    </w:p>
    <w:p w14:paraId="1E23223A" w14:textId="1762E076" w:rsidR="00FC44E6" w:rsidRPr="00320CAA" w:rsidRDefault="00FC44E6" w:rsidP="00320CAA">
      <w:pPr>
        <w:numPr>
          <w:ilvl w:val="0"/>
          <w:numId w:val="7"/>
        </w:numPr>
        <w:spacing w:after="0" w:line="240" w:lineRule="auto"/>
        <w:ind w:left="709" w:hanging="283"/>
        <w:rPr>
          <w:rFonts w:eastAsia="Times New Roman" w:cs="Times New Roman"/>
          <w:lang w:eastAsia="cs-CZ"/>
        </w:rPr>
      </w:pPr>
      <w:r w:rsidRPr="00320CAA">
        <w:rPr>
          <w:rFonts w:eastAsia="Times New Roman" w:cs="Times New Roman"/>
          <w:bCs/>
          <w:lang w:eastAsia="cs-CZ"/>
        </w:rPr>
        <w:t>Zvláštní technické podmínky</w:t>
      </w:r>
      <w:r w:rsidRPr="00320CAA">
        <w:rPr>
          <w:rFonts w:eastAsia="Times New Roman" w:cs="Times New Roman"/>
          <w:lang w:eastAsia="cs-CZ"/>
        </w:rPr>
        <w:t xml:space="preserve"> </w:t>
      </w:r>
      <w:r w:rsidR="00505094">
        <w:rPr>
          <w:rFonts w:eastAsia="Times New Roman" w:cs="Times New Roman"/>
          <w:bCs/>
          <w:lang w:eastAsia="cs-CZ"/>
        </w:rPr>
        <w:t xml:space="preserve">„Instalace zařízení pro zajištění fyzické ochrany budovy Kounicova 26, Brno“ </w:t>
      </w:r>
      <w:r w:rsidR="00320CAA">
        <w:rPr>
          <w:rFonts w:eastAsia="Times New Roman" w:cs="Times New Roman"/>
          <w:bCs/>
          <w:lang w:eastAsia="cs-CZ"/>
        </w:rPr>
        <w:t xml:space="preserve">ze </w:t>
      </w:r>
      <w:r w:rsidR="00505094">
        <w:rPr>
          <w:rFonts w:eastAsia="Times New Roman" w:cs="Times New Roman"/>
          <w:bCs/>
          <w:lang w:eastAsia="cs-CZ"/>
        </w:rPr>
        <w:t>dne 23. 6. 2022</w:t>
      </w:r>
      <w:r w:rsidRPr="00320CAA">
        <w:rPr>
          <w:rFonts w:eastAsia="Times New Roman" w:cs="Times New Roman"/>
          <w:lang w:eastAsia="cs-CZ"/>
        </w:rPr>
        <w:t>.</w:t>
      </w:r>
    </w:p>
    <w:p w14:paraId="44E4CD75" w14:textId="77777777" w:rsidR="00FC44E6" w:rsidRPr="00FC44E6" w:rsidRDefault="00FC44E6" w:rsidP="00FC44E6">
      <w:pPr>
        <w:spacing w:after="0" w:line="240" w:lineRule="auto"/>
        <w:ind w:left="426"/>
        <w:rPr>
          <w:rFonts w:eastAsia="Times New Roman" w:cs="Times New Roman"/>
          <w:lang w:eastAsia="cs-CZ"/>
        </w:rPr>
      </w:pPr>
    </w:p>
    <w:p w14:paraId="18AAD8CC" w14:textId="77777777" w:rsidR="00FC44E6" w:rsidRPr="00FC44E6" w:rsidRDefault="00FC44E6" w:rsidP="00FC44E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167B20EF" w:rsidR="00FC44E6" w:rsidRDefault="00FC44E6" w:rsidP="00FC44E6">
      <w:pPr>
        <w:spacing w:after="0" w:line="240" w:lineRule="auto"/>
        <w:ind w:left="426"/>
        <w:jc w:val="both"/>
        <w:rPr>
          <w:rFonts w:eastAsia="Times New Roman" w:cs="Times New Roman"/>
          <w:lang w:eastAsia="cs-CZ"/>
        </w:rPr>
      </w:pPr>
    </w:p>
    <w:p w14:paraId="0CAB1D2F" w14:textId="77777777" w:rsidR="004A0ADA" w:rsidRPr="00FC44E6" w:rsidRDefault="004A0ADA"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104A01BB"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w:t>
      </w:r>
      <w:r w:rsidR="002A5CB2">
        <w:rPr>
          <w:rFonts w:eastAsia="Times New Roman" w:cs="Times New Roman"/>
          <w:lang w:eastAsia="cs-CZ"/>
        </w:rPr>
        <w:t> </w:t>
      </w:r>
      <w:r w:rsidRPr="00FC44E6">
        <w:rPr>
          <w:rFonts w:eastAsia="Times New Roman" w:cs="Times New Roman"/>
          <w:lang w:eastAsia="cs-CZ"/>
        </w:rPr>
        <w:t>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653BC130" w14:textId="77777777" w:rsidR="00FC44E6" w:rsidRDefault="00FC44E6" w:rsidP="00FC44E6">
      <w:pPr>
        <w:spacing w:after="0" w:line="240" w:lineRule="auto"/>
        <w:ind w:left="426"/>
        <w:jc w:val="both"/>
        <w:rPr>
          <w:rFonts w:eastAsia="Times New Roman" w:cs="Times New Roman"/>
          <w:lang w:eastAsia="cs-CZ"/>
        </w:rPr>
      </w:pPr>
    </w:p>
    <w:p w14:paraId="406F340A"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052C492A" w14:textId="77777777" w:rsidR="004B4D2A" w:rsidRPr="00FC44E6" w:rsidRDefault="004B4D2A"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61A374E6" w14:textId="73DBAFB2" w:rsid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lastRenderedPageBreak/>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9F3895B"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8E170E">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325B48" w:rsidRDefault="00FC44E6" w:rsidP="00FC44E6">
      <w:pPr>
        <w:spacing w:after="0" w:line="240" w:lineRule="auto"/>
        <w:ind w:firstLine="426"/>
        <w:rPr>
          <w:rFonts w:eastAsia="Times New Roman" w:cs="Times New Roman"/>
          <w:b/>
          <w:i/>
          <w:u w:val="single"/>
          <w:lang w:eastAsia="cs-CZ"/>
        </w:rPr>
      </w:pPr>
      <w:r w:rsidRPr="00325B48">
        <w:rPr>
          <w:rFonts w:eastAsia="Times New Roman" w:cs="Times New Roman"/>
          <w:b/>
          <w:i/>
          <w:u w:val="single"/>
          <w:lang w:eastAsia="cs-CZ"/>
        </w:rPr>
        <w:t xml:space="preserve">1. dílčí etapa: </w:t>
      </w:r>
    </w:p>
    <w:p w14:paraId="4E11D3EB" w14:textId="602C668B" w:rsidR="005E0F11" w:rsidRPr="00325B48" w:rsidRDefault="00FC44E6" w:rsidP="005E0F11">
      <w:pPr>
        <w:spacing w:after="0" w:line="240" w:lineRule="auto"/>
        <w:ind w:left="426"/>
        <w:jc w:val="both"/>
        <w:rPr>
          <w:rFonts w:eastAsia="Times New Roman" w:cs="Arial"/>
          <w:lang w:eastAsia="cs-CZ"/>
        </w:rPr>
      </w:pPr>
      <w:r w:rsidRPr="00325B48">
        <w:rPr>
          <w:rFonts w:eastAsia="Times New Roman" w:cs="Times New Roman"/>
          <w:lang w:eastAsia="cs-CZ"/>
        </w:rPr>
        <w:t xml:space="preserve">Předmět díla v rozsahu – </w:t>
      </w:r>
      <w:r w:rsidR="008E170E" w:rsidRPr="00325B48">
        <w:rPr>
          <w:rFonts w:eastAsia="Times New Roman" w:cs="Times New Roman"/>
          <w:lang w:eastAsia="cs-CZ"/>
        </w:rPr>
        <w:t>p</w:t>
      </w:r>
      <w:r w:rsidR="005E0F11" w:rsidRPr="00325B48">
        <w:rPr>
          <w:rFonts w:eastAsia="Times New Roman" w:cs="Arial"/>
          <w:lang w:eastAsia="cs-CZ"/>
        </w:rPr>
        <w:t xml:space="preserve">ředání </w:t>
      </w:r>
      <w:r w:rsidR="0092353D" w:rsidRPr="00325B48">
        <w:rPr>
          <w:rFonts w:eastAsia="Times New Roman" w:cs="Arial"/>
          <w:lang w:eastAsia="cs-CZ"/>
        </w:rPr>
        <w:t>dokumentace pro stavební povolení a projektové dokumentace pro provedení stavby</w:t>
      </w:r>
      <w:r w:rsidR="005E0F11" w:rsidRPr="00325B48">
        <w:rPr>
          <w:rFonts w:eastAsia="Times New Roman" w:cs="Arial"/>
          <w:lang w:eastAsia="cs-CZ"/>
        </w:rPr>
        <w:t xml:space="preserve"> k připomínkovému řízení. </w:t>
      </w:r>
      <w:r w:rsidR="005E0F11" w:rsidRPr="00325B48">
        <w:rPr>
          <w:rFonts w:eastAsia="Times New Roman" w:cs="Arial"/>
          <w:b/>
          <w:lang w:eastAsia="cs-CZ"/>
        </w:rPr>
        <w:fldChar w:fldCharType="begin">
          <w:ffData>
            <w:name w:val="Text1"/>
            <w:enabled/>
            <w:calcOnExit w:val="0"/>
            <w:textInput>
              <w:type w:val="date"/>
              <w:format w:val="d.M.yyyy"/>
            </w:textInput>
          </w:ffData>
        </w:fldChar>
      </w:r>
      <w:r w:rsidR="005E0F11" w:rsidRPr="00325B48">
        <w:rPr>
          <w:rFonts w:eastAsia="Times New Roman" w:cs="Arial"/>
          <w:b/>
          <w:lang w:eastAsia="cs-CZ"/>
        </w:rPr>
        <w:instrText xml:space="preserve"> FORMTEXT </w:instrText>
      </w:r>
      <w:r w:rsidR="005E0F11" w:rsidRPr="00325B48">
        <w:rPr>
          <w:rFonts w:eastAsia="Times New Roman" w:cs="Arial"/>
          <w:b/>
          <w:lang w:eastAsia="cs-CZ"/>
        </w:rPr>
      </w:r>
      <w:r w:rsidR="005E0F11" w:rsidRPr="00325B48">
        <w:rPr>
          <w:rFonts w:eastAsia="Times New Roman" w:cs="Arial"/>
          <w:b/>
          <w:lang w:eastAsia="cs-CZ"/>
        </w:rPr>
        <w:fldChar w:fldCharType="separate"/>
      </w:r>
      <w:r w:rsidR="005E0F11" w:rsidRPr="00325B48">
        <w:rPr>
          <w:rFonts w:eastAsia="Times New Roman" w:cs="Arial"/>
          <w:b/>
          <w:lang w:eastAsia="cs-CZ"/>
        </w:rPr>
        <w:t> </w:t>
      </w:r>
      <w:r w:rsidR="005E0F11" w:rsidRPr="00325B48">
        <w:rPr>
          <w:rFonts w:eastAsia="Times New Roman" w:cs="Arial"/>
          <w:b/>
          <w:lang w:eastAsia="cs-CZ"/>
        </w:rPr>
        <w:t> </w:t>
      </w:r>
      <w:r w:rsidR="005E0F11" w:rsidRPr="00325B48">
        <w:rPr>
          <w:rFonts w:eastAsia="Times New Roman" w:cs="Arial"/>
          <w:b/>
          <w:lang w:eastAsia="cs-CZ"/>
        </w:rPr>
        <w:t> </w:t>
      </w:r>
      <w:r w:rsidR="005E0F11" w:rsidRPr="00325B48">
        <w:rPr>
          <w:rFonts w:eastAsia="Times New Roman" w:cs="Arial"/>
          <w:b/>
          <w:lang w:eastAsia="cs-CZ"/>
        </w:rPr>
        <w:t> </w:t>
      </w:r>
      <w:r w:rsidR="005E0F11" w:rsidRPr="00325B48">
        <w:rPr>
          <w:rFonts w:eastAsia="Times New Roman" w:cs="Arial"/>
          <w:b/>
          <w:lang w:eastAsia="cs-CZ"/>
        </w:rPr>
        <w:t> </w:t>
      </w:r>
      <w:r w:rsidR="005E0F11" w:rsidRPr="00325B48">
        <w:rPr>
          <w:rFonts w:eastAsia="Times New Roman" w:cs="Arial"/>
          <w:b/>
          <w:lang w:eastAsia="cs-CZ"/>
        </w:rPr>
        <w:fldChar w:fldCharType="end"/>
      </w:r>
      <w:r w:rsidR="005E0F11" w:rsidRPr="00325B48">
        <w:rPr>
          <w:rFonts w:eastAsia="Times New Roman" w:cs="Arial"/>
          <w:b/>
          <w:lang w:eastAsia="cs-CZ"/>
        </w:rPr>
        <w:t xml:space="preserve"> </w:t>
      </w:r>
    </w:p>
    <w:p w14:paraId="1CFBC3E7" w14:textId="77777777" w:rsidR="005E0F11" w:rsidRPr="00325B48" w:rsidRDefault="005E0F11" w:rsidP="005E0F11">
      <w:pPr>
        <w:spacing w:after="0" w:line="240" w:lineRule="auto"/>
        <w:ind w:left="426"/>
        <w:rPr>
          <w:rFonts w:eastAsia="Times New Roman" w:cs="Arial"/>
          <w:b/>
          <w:lang w:eastAsia="cs-CZ"/>
        </w:rPr>
      </w:pPr>
      <w:r w:rsidRPr="00325B48">
        <w:rPr>
          <w:rFonts w:eastAsia="Times New Roman" w:cs="Arial"/>
          <w:lang w:eastAsia="cs-CZ"/>
        </w:rPr>
        <w:t xml:space="preserve">Bude dokončeno a předáno </w:t>
      </w:r>
      <w:r w:rsidRPr="00325B48">
        <w:rPr>
          <w:rFonts w:eastAsia="Times New Roman" w:cs="Arial"/>
          <w:b/>
          <w:lang w:eastAsia="cs-CZ"/>
        </w:rPr>
        <w:t>do 9 měsíců od nabytí účinnosti smlouvy.</w:t>
      </w:r>
    </w:p>
    <w:p w14:paraId="01972D1E" w14:textId="28FAF78F" w:rsidR="005E0F11" w:rsidRPr="00325B48" w:rsidRDefault="005E0F11" w:rsidP="005E0F11">
      <w:pPr>
        <w:spacing w:after="0" w:line="240" w:lineRule="auto"/>
        <w:ind w:left="426"/>
        <w:rPr>
          <w:rFonts w:eastAsia="Times New Roman" w:cs="Arial"/>
          <w:lang w:eastAsia="cs-CZ"/>
        </w:rPr>
      </w:pPr>
      <w:r w:rsidRPr="00325B48">
        <w:rPr>
          <w:rFonts w:eastAsia="Times New Roman" w:cs="Arial"/>
          <w:lang w:eastAsia="cs-CZ"/>
        </w:rPr>
        <w:t xml:space="preserve">Fakturováno bude </w:t>
      </w:r>
      <w:r w:rsidRPr="00325B48">
        <w:rPr>
          <w:rFonts w:eastAsia="Times New Roman" w:cs="Arial"/>
          <w:b/>
          <w:lang w:eastAsia="cs-CZ"/>
        </w:rPr>
        <w:t>45 %</w:t>
      </w:r>
      <w:r w:rsidRPr="00325B48">
        <w:rPr>
          <w:rFonts w:eastAsia="Times New Roman" w:cs="Arial"/>
          <w:lang w:eastAsia="cs-CZ"/>
        </w:rPr>
        <w:t xml:space="preserve"> ceny za DSP a PDPS</w:t>
      </w:r>
      <w:r w:rsidR="00C45890" w:rsidRPr="00325B48">
        <w:rPr>
          <w:rFonts w:eastAsia="Times New Roman" w:cs="Arial"/>
          <w:lang w:eastAsia="cs-CZ"/>
        </w:rPr>
        <w:t>.</w:t>
      </w:r>
    </w:p>
    <w:p w14:paraId="04F30A9F" w14:textId="1FAA9438" w:rsidR="005E0F11" w:rsidRPr="00325B48" w:rsidRDefault="005E0F11" w:rsidP="005E0F11">
      <w:pPr>
        <w:spacing w:after="0" w:line="240" w:lineRule="auto"/>
        <w:ind w:left="426"/>
        <w:jc w:val="both"/>
        <w:rPr>
          <w:rFonts w:eastAsia="Times New Roman" w:cs="Times New Roman"/>
          <w:lang w:eastAsia="cs-CZ"/>
        </w:rPr>
      </w:pPr>
      <w:r w:rsidRPr="00325B48">
        <w:rPr>
          <w:rFonts w:eastAsia="Times New Roman" w:cs="Arial"/>
          <w:lang w:eastAsia="cs-CZ"/>
        </w:rPr>
        <w:t>Podmínka splnění: Předávací protokol pro část díla</w:t>
      </w:r>
    </w:p>
    <w:p w14:paraId="28D0DB0A" w14:textId="473D49BA" w:rsidR="00FC44E6" w:rsidRPr="00325B48" w:rsidRDefault="00FC44E6" w:rsidP="00FC44E6">
      <w:pPr>
        <w:spacing w:after="0" w:line="240" w:lineRule="auto"/>
        <w:ind w:left="426"/>
        <w:jc w:val="both"/>
        <w:rPr>
          <w:rFonts w:eastAsia="Times New Roman" w:cs="Times New Roman"/>
          <w:lang w:eastAsia="cs-CZ"/>
        </w:rPr>
      </w:pPr>
    </w:p>
    <w:p w14:paraId="2EFA8C63" w14:textId="6A036722" w:rsidR="00FC44E6" w:rsidRPr="00325B48" w:rsidRDefault="005E0F11" w:rsidP="00FC44E6">
      <w:pPr>
        <w:spacing w:after="0" w:line="240" w:lineRule="auto"/>
        <w:ind w:left="426"/>
        <w:jc w:val="both"/>
        <w:rPr>
          <w:rFonts w:eastAsia="Times New Roman" w:cs="Times New Roman"/>
          <w:b/>
          <w:i/>
          <w:u w:val="single"/>
          <w:lang w:eastAsia="cs-CZ"/>
        </w:rPr>
      </w:pPr>
      <w:r w:rsidRPr="00325B48">
        <w:rPr>
          <w:rFonts w:eastAsia="Times New Roman" w:cs="Times New Roman"/>
          <w:b/>
          <w:i/>
          <w:u w:val="single"/>
          <w:lang w:eastAsia="cs-CZ"/>
        </w:rPr>
        <w:t>2. dílčí etapa</w:t>
      </w:r>
      <w:r w:rsidR="00FC44E6" w:rsidRPr="00325B48">
        <w:rPr>
          <w:rFonts w:eastAsia="Times New Roman" w:cs="Times New Roman"/>
          <w:b/>
          <w:i/>
          <w:u w:val="single"/>
          <w:lang w:eastAsia="cs-CZ"/>
        </w:rPr>
        <w:t>:</w:t>
      </w:r>
    </w:p>
    <w:p w14:paraId="7243533C" w14:textId="4CBC9C3B" w:rsidR="005E0F11" w:rsidRPr="00325B48" w:rsidRDefault="00FC44E6" w:rsidP="005E0F11">
      <w:pPr>
        <w:spacing w:after="0" w:line="240" w:lineRule="auto"/>
        <w:ind w:left="426"/>
        <w:jc w:val="both"/>
        <w:rPr>
          <w:rFonts w:eastAsia="Times New Roman" w:cs="Arial"/>
          <w:lang w:eastAsia="cs-CZ"/>
        </w:rPr>
      </w:pPr>
      <w:r w:rsidRPr="00325B48">
        <w:rPr>
          <w:rFonts w:eastAsia="Times New Roman" w:cs="Times New Roman"/>
          <w:lang w:eastAsia="cs-CZ"/>
        </w:rPr>
        <w:t xml:space="preserve">Předmět díla v rozsahu  - </w:t>
      </w:r>
      <w:r w:rsidR="00C11A86" w:rsidRPr="00325B48">
        <w:rPr>
          <w:rFonts w:eastAsia="Times New Roman" w:cs="Times New Roman"/>
          <w:lang w:eastAsia="cs-CZ"/>
        </w:rPr>
        <w:t>p</w:t>
      </w:r>
      <w:r w:rsidR="00C11A86" w:rsidRPr="00325B48">
        <w:rPr>
          <w:rFonts w:eastAsia="Times New Roman" w:cs="Arial"/>
          <w:lang w:eastAsia="cs-CZ"/>
        </w:rPr>
        <w:t>ředání dokumentace pro stavební povolení a projektové dokumentace pro provedení stavby</w:t>
      </w:r>
      <w:r w:rsidR="005E0F11" w:rsidRPr="00325B48">
        <w:rPr>
          <w:rFonts w:eastAsia="Times New Roman" w:cs="Arial"/>
          <w:lang w:eastAsia="cs-CZ"/>
        </w:rPr>
        <w:t>, vč. ekonomického hodnocení, se zapracovanými připomínkami z připomínkového řízení dle VTP.</w:t>
      </w:r>
      <w:r w:rsidR="005E0F11" w:rsidRPr="00325B48">
        <w:rPr>
          <w:rFonts w:eastAsia="Times New Roman" w:cs="Arial"/>
          <w:b/>
          <w:lang w:eastAsia="cs-CZ"/>
        </w:rPr>
        <w:fldChar w:fldCharType="begin">
          <w:ffData>
            <w:name w:val="Text1"/>
            <w:enabled/>
            <w:calcOnExit w:val="0"/>
            <w:textInput>
              <w:type w:val="date"/>
              <w:format w:val="d.M.yyyy"/>
            </w:textInput>
          </w:ffData>
        </w:fldChar>
      </w:r>
      <w:r w:rsidR="005E0F11" w:rsidRPr="00325B48">
        <w:rPr>
          <w:rFonts w:eastAsia="Times New Roman" w:cs="Arial"/>
          <w:b/>
          <w:lang w:eastAsia="cs-CZ"/>
        </w:rPr>
        <w:instrText xml:space="preserve"> FORMTEXT </w:instrText>
      </w:r>
      <w:r w:rsidR="005E0F11" w:rsidRPr="00325B48">
        <w:rPr>
          <w:rFonts w:eastAsia="Times New Roman" w:cs="Arial"/>
          <w:b/>
          <w:lang w:eastAsia="cs-CZ"/>
        </w:rPr>
      </w:r>
      <w:r w:rsidR="005E0F11" w:rsidRPr="00325B48">
        <w:rPr>
          <w:rFonts w:eastAsia="Times New Roman" w:cs="Arial"/>
          <w:b/>
          <w:lang w:eastAsia="cs-CZ"/>
        </w:rPr>
        <w:fldChar w:fldCharType="separate"/>
      </w:r>
      <w:r w:rsidR="005E0F11" w:rsidRPr="00325B48">
        <w:rPr>
          <w:rFonts w:eastAsia="Times New Roman" w:cs="Arial"/>
          <w:b/>
          <w:lang w:eastAsia="cs-CZ"/>
        </w:rPr>
        <w:t> </w:t>
      </w:r>
      <w:r w:rsidR="005E0F11" w:rsidRPr="00325B48">
        <w:rPr>
          <w:rFonts w:eastAsia="Times New Roman" w:cs="Arial"/>
          <w:b/>
          <w:lang w:eastAsia="cs-CZ"/>
        </w:rPr>
        <w:t> </w:t>
      </w:r>
      <w:r w:rsidR="005E0F11" w:rsidRPr="00325B48">
        <w:rPr>
          <w:rFonts w:eastAsia="Times New Roman" w:cs="Arial"/>
          <w:b/>
          <w:lang w:eastAsia="cs-CZ"/>
        </w:rPr>
        <w:t> </w:t>
      </w:r>
      <w:r w:rsidR="005E0F11" w:rsidRPr="00325B48">
        <w:rPr>
          <w:rFonts w:eastAsia="Times New Roman" w:cs="Arial"/>
          <w:b/>
          <w:lang w:eastAsia="cs-CZ"/>
        </w:rPr>
        <w:t> </w:t>
      </w:r>
      <w:r w:rsidR="005E0F11" w:rsidRPr="00325B48">
        <w:rPr>
          <w:rFonts w:eastAsia="Times New Roman" w:cs="Arial"/>
          <w:b/>
          <w:lang w:eastAsia="cs-CZ"/>
        </w:rPr>
        <w:t> </w:t>
      </w:r>
      <w:r w:rsidR="005E0F11" w:rsidRPr="00325B48">
        <w:rPr>
          <w:rFonts w:eastAsia="Times New Roman" w:cs="Arial"/>
          <w:b/>
          <w:lang w:eastAsia="cs-CZ"/>
        </w:rPr>
        <w:fldChar w:fldCharType="end"/>
      </w:r>
      <w:r w:rsidR="005E0F11" w:rsidRPr="00325B48">
        <w:rPr>
          <w:rFonts w:eastAsia="Times New Roman" w:cs="Arial"/>
          <w:b/>
          <w:lang w:eastAsia="cs-CZ"/>
        </w:rPr>
        <w:t xml:space="preserve"> </w:t>
      </w:r>
    </w:p>
    <w:p w14:paraId="1BDD07B4" w14:textId="77777777" w:rsidR="005E0F11" w:rsidRPr="00325B48" w:rsidRDefault="005E0F11" w:rsidP="005E0F11">
      <w:pPr>
        <w:spacing w:after="0" w:line="240" w:lineRule="auto"/>
        <w:ind w:left="426"/>
        <w:rPr>
          <w:rFonts w:eastAsia="Times New Roman" w:cs="Arial"/>
          <w:b/>
          <w:lang w:eastAsia="cs-CZ"/>
        </w:rPr>
      </w:pPr>
      <w:r w:rsidRPr="00325B48">
        <w:rPr>
          <w:rFonts w:eastAsia="Times New Roman" w:cs="Arial"/>
          <w:lang w:eastAsia="cs-CZ"/>
        </w:rPr>
        <w:t xml:space="preserve">Bude dokončeno a předáno </w:t>
      </w:r>
      <w:r w:rsidRPr="00325B48">
        <w:rPr>
          <w:rFonts w:eastAsia="Times New Roman" w:cs="Arial"/>
          <w:b/>
          <w:lang w:eastAsia="cs-CZ"/>
        </w:rPr>
        <w:t>do 3 měsíců od obdržení připomínek z připomínkového řízení</w:t>
      </w:r>
    </w:p>
    <w:p w14:paraId="097D553E" w14:textId="644D37DE" w:rsidR="005E0F11" w:rsidRPr="00325B48" w:rsidRDefault="005E0F11" w:rsidP="005E0F11">
      <w:pPr>
        <w:spacing w:after="0" w:line="240" w:lineRule="auto"/>
        <w:ind w:left="426"/>
        <w:rPr>
          <w:rFonts w:eastAsia="Times New Roman" w:cs="Arial"/>
          <w:lang w:eastAsia="cs-CZ"/>
        </w:rPr>
      </w:pPr>
      <w:r w:rsidRPr="00325B48">
        <w:rPr>
          <w:rFonts w:eastAsia="Times New Roman" w:cs="Arial"/>
          <w:lang w:eastAsia="cs-CZ"/>
        </w:rPr>
        <w:t xml:space="preserve">Fakturováno bude </w:t>
      </w:r>
      <w:r w:rsidRPr="00325B48">
        <w:rPr>
          <w:rFonts w:eastAsia="Times New Roman" w:cs="Arial"/>
          <w:b/>
          <w:lang w:eastAsia="cs-CZ"/>
        </w:rPr>
        <w:t>45 %</w:t>
      </w:r>
      <w:r w:rsidRPr="00325B48">
        <w:rPr>
          <w:rFonts w:eastAsia="Times New Roman" w:cs="Arial"/>
          <w:lang w:eastAsia="cs-CZ"/>
        </w:rPr>
        <w:t xml:space="preserve"> ceny za DSP a PDPS</w:t>
      </w:r>
      <w:r w:rsidR="00C45890" w:rsidRPr="00325B48">
        <w:rPr>
          <w:rFonts w:eastAsia="Times New Roman" w:cs="Arial"/>
          <w:lang w:eastAsia="cs-CZ"/>
        </w:rPr>
        <w:t>.</w:t>
      </w:r>
    </w:p>
    <w:p w14:paraId="5CE8782C" w14:textId="283BDEA0" w:rsidR="005E0F11" w:rsidRPr="00325B48" w:rsidRDefault="005E0F11" w:rsidP="005E0F11">
      <w:pPr>
        <w:spacing w:after="0" w:line="240" w:lineRule="auto"/>
        <w:ind w:left="426"/>
        <w:jc w:val="both"/>
        <w:rPr>
          <w:rFonts w:eastAsia="Times New Roman" w:cs="Times New Roman"/>
          <w:lang w:eastAsia="cs-CZ"/>
        </w:rPr>
      </w:pPr>
      <w:r w:rsidRPr="00325B48">
        <w:rPr>
          <w:rFonts w:eastAsia="Times New Roman" w:cs="Arial"/>
          <w:lang w:eastAsia="cs-CZ"/>
        </w:rPr>
        <w:t>Podmínka splnění: Předávací protokol pro část díla</w:t>
      </w:r>
    </w:p>
    <w:p w14:paraId="56A0D17F" w14:textId="0335BE17" w:rsidR="00FC44E6" w:rsidRPr="00325B48" w:rsidRDefault="00FC44E6" w:rsidP="00FC44E6">
      <w:pPr>
        <w:spacing w:after="0" w:line="240" w:lineRule="auto"/>
        <w:ind w:left="426"/>
        <w:jc w:val="both"/>
        <w:rPr>
          <w:rFonts w:eastAsia="Times New Roman" w:cs="Times New Roman"/>
          <w:lang w:eastAsia="cs-CZ"/>
        </w:rPr>
      </w:pPr>
    </w:p>
    <w:p w14:paraId="31CB6EB3" w14:textId="660976F3" w:rsidR="005E0F11" w:rsidRPr="00325B48" w:rsidRDefault="005E0F11" w:rsidP="00FC44E6">
      <w:pPr>
        <w:spacing w:after="0" w:line="240" w:lineRule="auto"/>
        <w:ind w:left="426"/>
        <w:jc w:val="both"/>
        <w:rPr>
          <w:rFonts w:eastAsia="Times New Roman" w:cs="Times New Roman"/>
          <w:b/>
          <w:i/>
          <w:u w:val="single"/>
          <w:lang w:eastAsia="cs-CZ"/>
        </w:rPr>
      </w:pPr>
      <w:r w:rsidRPr="00325B48">
        <w:rPr>
          <w:rFonts w:eastAsia="Times New Roman" w:cs="Times New Roman"/>
          <w:b/>
          <w:i/>
          <w:u w:val="single"/>
          <w:lang w:eastAsia="cs-CZ"/>
        </w:rPr>
        <w:t>3. dílčí etapa:</w:t>
      </w:r>
    </w:p>
    <w:p w14:paraId="56CB23B0" w14:textId="28CA5081" w:rsidR="005E0F11" w:rsidRPr="00325B48" w:rsidRDefault="005E0F11" w:rsidP="005E0F11">
      <w:pPr>
        <w:spacing w:after="0" w:line="240" w:lineRule="auto"/>
        <w:ind w:left="426"/>
        <w:jc w:val="both"/>
        <w:rPr>
          <w:rFonts w:eastAsia="Times New Roman" w:cs="Arial"/>
          <w:lang w:eastAsia="cs-CZ"/>
        </w:rPr>
      </w:pPr>
      <w:r w:rsidRPr="00325B48">
        <w:rPr>
          <w:rFonts w:eastAsia="Times New Roman" w:cs="Arial"/>
          <w:lang w:eastAsia="cs-CZ"/>
        </w:rPr>
        <w:t xml:space="preserve">Podání žádosti </w:t>
      </w:r>
      <w:r w:rsidR="00512C70" w:rsidRPr="00325B48">
        <w:rPr>
          <w:rFonts w:eastAsia="Times New Roman" w:cs="Arial"/>
          <w:lang w:eastAsia="cs-CZ"/>
        </w:rPr>
        <w:t xml:space="preserve">o </w:t>
      </w:r>
      <w:r w:rsidRPr="00325B48">
        <w:rPr>
          <w:rFonts w:eastAsia="Times New Roman" w:cs="Arial"/>
          <w:lang w:eastAsia="cs-CZ"/>
        </w:rPr>
        <w:t>stavební povolení</w:t>
      </w:r>
    </w:p>
    <w:p w14:paraId="4A24ECA8" w14:textId="77777777" w:rsidR="005E0F11" w:rsidRPr="00325B48" w:rsidRDefault="005E0F11" w:rsidP="005E0F11">
      <w:pPr>
        <w:spacing w:after="0" w:line="240" w:lineRule="auto"/>
        <w:ind w:left="426"/>
        <w:rPr>
          <w:rFonts w:eastAsia="Times New Roman" w:cs="Arial"/>
          <w:b/>
          <w:lang w:eastAsia="cs-CZ"/>
        </w:rPr>
      </w:pPr>
      <w:r w:rsidRPr="00325B48">
        <w:rPr>
          <w:rFonts w:eastAsia="Times New Roman" w:cs="Arial"/>
          <w:lang w:eastAsia="cs-CZ"/>
        </w:rPr>
        <w:t xml:space="preserve">Termín: </w:t>
      </w:r>
      <w:r w:rsidRPr="00325B48">
        <w:rPr>
          <w:rFonts w:eastAsia="Times New Roman" w:cs="Arial"/>
          <w:b/>
          <w:lang w:eastAsia="cs-CZ"/>
        </w:rPr>
        <w:t>do 1 měsíce od předání kompletní dokumentace se zapracovanými připomínkami</w:t>
      </w:r>
    </w:p>
    <w:p w14:paraId="0597BB15" w14:textId="7B577884" w:rsidR="005E0F11" w:rsidRPr="00325B48" w:rsidRDefault="005E0F11" w:rsidP="005E0F11">
      <w:pPr>
        <w:spacing w:after="0" w:line="240" w:lineRule="auto"/>
        <w:ind w:left="426"/>
        <w:rPr>
          <w:rFonts w:eastAsia="Times New Roman" w:cs="Arial"/>
          <w:lang w:eastAsia="cs-CZ"/>
        </w:rPr>
      </w:pPr>
      <w:r w:rsidRPr="00325B48">
        <w:rPr>
          <w:rFonts w:eastAsia="Times New Roman" w:cs="Arial"/>
          <w:lang w:eastAsia="cs-CZ"/>
        </w:rPr>
        <w:t xml:space="preserve">Fakturováno bude </w:t>
      </w:r>
      <w:r w:rsidRPr="00325B48">
        <w:rPr>
          <w:rFonts w:eastAsia="Times New Roman" w:cs="Arial"/>
          <w:b/>
          <w:lang w:eastAsia="cs-CZ"/>
        </w:rPr>
        <w:t>10 %</w:t>
      </w:r>
      <w:r w:rsidRPr="00325B48">
        <w:rPr>
          <w:rFonts w:eastAsia="Times New Roman" w:cs="Arial"/>
          <w:lang w:eastAsia="cs-CZ"/>
        </w:rPr>
        <w:t xml:space="preserve"> ceny za DSP a PDPS</w:t>
      </w:r>
      <w:r w:rsidR="00C45890" w:rsidRPr="00325B48">
        <w:rPr>
          <w:rFonts w:eastAsia="Times New Roman" w:cs="Arial"/>
          <w:lang w:eastAsia="cs-CZ"/>
        </w:rPr>
        <w:t>.</w:t>
      </w:r>
    </w:p>
    <w:p w14:paraId="1425335A" w14:textId="5FDBF829" w:rsidR="005E0F11" w:rsidRPr="00325B48" w:rsidRDefault="005E0F11" w:rsidP="005E0F11">
      <w:pPr>
        <w:spacing w:after="0" w:line="240" w:lineRule="auto"/>
        <w:ind w:left="426"/>
        <w:jc w:val="both"/>
        <w:rPr>
          <w:rFonts w:eastAsia="Times New Roman" w:cs="Arial"/>
          <w:lang w:eastAsia="cs-CZ"/>
        </w:rPr>
      </w:pPr>
      <w:r w:rsidRPr="00325B48">
        <w:rPr>
          <w:rFonts w:eastAsia="Times New Roman" w:cs="Arial"/>
          <w:lang w:eastAsia="cs-CZ"/>
        </w:rPr>
        <w:t>Podmínka splnění: Žádost o stavební povolení potvrzená příslušným stavebním úřadem.</w:t>
      </w:r>
    </w:p>
    <w:p w14:paraId="14CC146A" w14:textId="77777777" w:rsidR="005E0F11" w:rsidRPr="00325B48" w:rsidRDefault="005E0F11" w:rsidP="005E0F11">
      <w:pPr>
        <w:spacing w:after="0" w:line="240" w:lineRule="auto"/>
        <w:ind w:left="426"/>
        <w:jc w:val="both"/>
        <w:rPr>
          <w:rFonts w:eastAsia="Times New Roman" w:cs="Times New Roman"/>
          <w:b/>
          <w:i/>
          <w:u w:val="single"/>
          <w:lang w:eastAsia="cs-CZ"/>
        </w:rPr>
      </w:pPr>
    </w:p>
    <w:p w14:paraId="3AB0F1D3" w14:textId="58CDC200" w:rsidR="005E0F11" w:rsidRPr="00325B48" w:rsidRDefault="005E0F11" w:rsidP="00FC44E6">
      <w:pPr>
        <w:spacing w:after="0" w:line="240" w:lineRule="auto"/>
        <w:ind w:left="426"/>
        <w:jc w:val="both"/>
        <w:rPr>
          <w:rFonts w:eastAsia="Times New Roman" w:cs="Times New Roman"/>
          <w:b/>
          <w:i/>
          <w:u w:val="single"/>
          <w:lang w:eastAsia="cs-CZ"/>
        </w:rPr>
      </w:pPr>
      <w:r w:rsidRPr="00325B48">
        <w:rPr>
          <w:rFonts w:eastAsia="Times New Roman" w:cs="Times New Roman"/>
          <w:b/>
          <w:i/>
          <w:u w:val="single"/>
          <w:lang w:eastAsia="cs-CZ"/>
        </w:rPr>
        <w:t>4. dílčí etapa, konečný termín odevzdání DSP+PDPS:</w:t>
      </w:r>
    </w:p>
    <w:p w14:paraId="687998D8" w14:textId="38AC7E95" w:rsidR="005E0F11" w:rsidRPr="00325B48" w:rsidRDefault="005E0F11" w:rsidP="005E0F11">
      <w:pPr>
        <w:spacing w:after="0" w:line="240" w:lineRule="auto"/>
        <w:ind w:left="426"/>
        <w:jc w:val="both"/>
        <w:rPr>
          <w:rFonts w:eastAsia="Times New Roman" w:cs="Arial"/>
          <w:lang w:eastAsia="cs-CZ"/>
        </w:rPr>
      </w:pPr>
      <w:r w:rsidRPr="00325B48">
        <w:rPr>
          <w:rFonts w:eastAsia="Times New Roman" w:cs="Arial"/>
          <w:lang w:eastAsia="cs-CZ"/>
        </w:rPr>
        <w:t xml:space="preserve">Nabytí právní moci </w:t>
      </w:r>
      <w:r w:rsidR="0092353D" w:rsidRPr="00325B48">
        <w:rPr>
          <w:rFonts w:eastAsia="Times New Roman" w:cs="Arial"/>
          <w:lang w:eastAsia="cs-CZ"/>
        </w:rPr>
        <w:t xml:space="preserve">stavebního </w:t>
      </w:r>
      <w:r w:rsidRPr="00325B48">
        <w:rPr>
          <w:rFonts w:eastAsia="Times New Roman" w:cs="Arial"/>
          <w:lang w:eastAsia="cs-CZ"/>
        </w:rPr>
        <w:t>povolení</w:t>
      </w:r>
    </w:p>
    <w:p w14:paraId="1BE97C13" w14:textId="77777777" w:rsidR="005E0F11" w:rsidRPr="00325B48" w:rsidRDefault="005E0F11" w:rsidP="005E0F11">
      <w:pPr>
        <w:spacing w:after="0" w:line="240" w:lineRule="auto"/>
        <w:ind w:left="426"/>
        <w:rPr>
          <w:rFonts w:eastAsia="Times New Roman" w:cs="Arial"/>
          <w:lang w:eastAsia="cs-CZ"/>
        </w:rPr>
      </w:pPr>
      <w:r w:rsidRPr="00325B48">
        <w:rPr>
          <w:rFonts w:eastAsia="Times New Roman" w:cs="Arial"/>
          <w:lang w:eastAsia="cs-CZ"/>
        </w:rPr>
        <w:t xml:space="preserve">Termín: </w:t>
      </w:r>
      <w:r w:rsidRPr="00325B48">
        <w:rPr>
          <w:rFonts w:eastAsia="Times New Roman" w:cs="Arial"/>
          <w:b/>
          <w:lang w:eastAsia="cs-CZ"/>
        </w:rPr>
        <w:t xml:space="preserve">neurčeno </w:t>
      </w:r>
      <w:r w:rsidRPr="00325B48">
        <w:rPr>
          <w:rFonts w:eastAsia="Times New Roman" w:cs="Arial"/>
          <w:lang w:eastAsia="cs-CZ"/>
        </w:rPr>
        <w:t>– závisí na průběhu řízení</w:t>
      </w:r>
    </w:p>
    <w:p w14:paraId="6749A411" w14:textId="77777777" w:rsidR="005E0F11" w:rsidRPr="00325B48" w:rsidRDefault="005E0F11" w:rsidP="005E0F11">
      <w:pPr>
        <w:spacing w:after="0" w:line="240" w:lineRule="auto"/>
        <w:ind w:left="426"/>
        <w:rPr>
          <w:rFonts w:eastAsia="Times New Roman" w:cs="Arial"/>
          <w:lang w:eastAsia="cs-CZ"/>
        </w:rPr>
      </w:pPr>
      <w:r w:rsidRPr="00325B48">
        <w:rPr>
          <w:rFonts w:eastAsia="Times New Roman" w:cs="Arial"/>
          <w:lang w:eastAsia="cs-CZ"/>
        </w:rPr>
        <w:t>Bez fakturace.</w:t>
      </w:r>
    </w:p>
    <w:p w14:paraId="6898710F" w14:textId="0F27FEBD" w:rsidR="005E0F11" w:rsidRPr="00325B48" w:rsidRDefault="005E0F11" w:rsidP="005E0F11">
      <w:pPr>
        <w:spacing w:after="0" w:line="240" w:lineRule="auto"/>
        <w:ind w:left="426"/>
        <w:jc w:val="both"/>
        <w:rPr>
          <w:rFonts w:eastAsia="Times New Roman" w:cs="Times New Roman"/>
          <w:b/>
          <w:i/>
          <w:u w:val="single"/>
          <w:lang w:eastAsia="cs-CZ"/>
        </w:rPr>
      </w:pPr>
      <w:r w:rsidRPr="00325B48">
        <w:rPr>
          <w:rFonts w:eastAsia="Times New Roman" w:cs="Arial"/>
          <w:lang w:eastAsia="cs-CZ"/>
        </w:rPr>
        <w:t>Podmínka splnění: Předání stavebního povolení s nabytou právní mocí Objednateli</w:t>
      </w:r>
    </w:p>
    <w:p w14:paraId="01F2C9E7" w14:textId="77777777" w:rsidR="005E0F11" w:rsidRPr="00325B48" w:rsidRDefault="005E0F11" w:rsidP="00FC44E6">
      <w:pPr>
        <w:spacing w:after="0" w:line="240" w:lineRule="auto"/>
        <w:ind w:left="426"/>
        <w:jc w:val="both"/>
        <w:rPr>
          <w:rFonts w:eastAsia="Times New Roman" w:cs="Times New Roman"/>
          <w:b/>
          <w:i/>
          <w:u w:val="single"/>
          <w:lang w:eastAsia="cs-CZ"/>
        </w:rPr>
      </w:pPr>
    </w:p>
    <w:p w14:paraId="62B1F0F8" w14:textId="3DE2471F" w:rsidR="00FC44E6" w:rsidRPr="00325B48" w:rsidRDefault="005E0F11" w:rsidP="00FC44E6">
      <w:pPr>
        <w:spacing w:after="0" w:line="240" w:lineRule="auto"/>
        <w:ind w:left="426"/>
        <w:jc w:val="both"/>
        <w:rPr>
          <w:rFonts w:eastAsia="Times New Roman" w:cs="Times New Roman"/>
          <w:b/>
          <w:i/>
          <w:u w:val="single"/>
          <w:lang w:eastAsia="cs-CZ"/>
        </w:rPr>
      </w:pPr>
      <w:r w:rsidRPr="00325B48">
        <w:rPr>
          <w:rFonts w:eastAsia="Times New Roman" w:cs="Times New Roman"/>
          <w:b/>
          <w:i/>
          <w:u w:val="single"/>
          <w:lang w:eastAsia="cs-CZ"/>
        </w:rPr>
        <w:t>5. dílčí etapa:</w:t>
      </w:r>
      <w:r w:rsidR="00FC44E6" w:rsidRPr="00325B48">
        <w:rPr>
          <w:rFonts w:eastAsia="Times New Roman" w:cs="Times New Roman"/>
          <w:b/>
          <w:i/>
          <w:u w:val="single"/>
          <w:lang w:eastAsia="cs-CZ"/>
        </w:rPr>
        <w:t xml:space="preserve">  </w:t>
      </w:r>
    </w:p>
    <w:p w14:paraId="5F763AD3" w14:textId="54AABFF9" w:rsidR="00FC44E6" w:rsidRPr="00325B48" w:rsidRDefault="00FC44E6" w:rsidP="00FC44E6">
      <w:pPr>
        <w:spacing w:after="0" w:line="240" w:lineRule="auto"/>
        <w:ind w:left="426"/>
        <w:jc w:val="both"/>
        <w:rPr>
          <w:rFonts w:eastAsia="Times New Roman" w:cs="Times New Roman"/>
          <w:lang w:eastAsia="cs-CZ"/>
        </w:rPr>
      </w:pPr>
      <w:r w:rsidRPr="00325B48">
        <w:rPr>
          <w:rFonts w:eastAsia="Times New Roman" w:cs="Times New Roman"/>
          <w:lang w:eastAsia="cs-CZ"/>
        </w:rPr>
        <w:t xml:space="preserve">Předmět díla v rozsahu – výkon AD při realizaci stavby - bude prováděn v průběhu provádění stavebních prací dle zpracovaného platného harmonogramu prací stavby (předpokládaná doba délky realizace: </w:t>
      </w:r>
      <w:r w:rsidR="005E0F11" w:rsidRPr="00325B48">
        <w:rPr>
          <w:rFonts w:eastAsia="Times New Roman" w:cs="Times New Roman"/>
          <w:lang w:eastAsia="cs-CZ"/>
        </w:rPr>
        <w:t>8</w:t>
      </w:r>
      <w:r w:rsidRPr="00325B48">
        <w:rPr>
          <w:rFonts w:eastAsia="Times New Roman" w:cs="Times New Roman"/>
          <w:lang w:eastAsia="cs-CZ"/>
        </w:rPr>
        <w:t xml:space="preserve"> měsíců), vždy ale do ukončení stavebních prací na stavbě dle Smlouvy o dílo se zhotovitelem stavby</w:t>
      </w:r>
    </w:p>
    <w:p w14:paraId="55BB9D99" w14:textId="77777777" w:rsidR="00FC44E6" w:rsidRPr="008E170E" w:rsidRDefault="00FC44E6" w:rsidP="00FC44E6">
      <w:pPr>
        <w:spacing w:after="0" w:line="240" w:lineRule="auto"/>
        <w:ind w:left="426"/>
        <w:jc w:val="both"/>
        <w:rPr>
          <w:rFonts w:eastAsia="Times New Roman" w:cs="Times New Roman"/>
          <w:b/>
          <w:lang w:eastAsia="cs-CZ"/>
        </w:rPr>
      </w:pPr>
      <w:r w:rsidRPr="00325B48">
        <w:rPr>
          <w:rFonts w:eastAsia="Times New Roman" w:cs="Times New Roman"/>
          <w:lang w:eastAsia="cs-CZ"/>
        </w:rPr>
        <w:t>- bude dokončeno a předáno:</w:t>
      </w:r>
      <w:r w:rsidRPr="00325B48">
        <w:rPr>
          <w:rFonts w:eastAsia="Times New Roman" w:cs="Times New Roman"/>
          <w:b/>
          <w:lang w:eastAsia="cs-CZ"/>
        </w:rPr>
        <w:t xml:space="preserve"> ke dni dokončení stavebních prací na stavbě a podpisu </w:t>
      </w:r>
      <w:r w:rsidRPr="00325B48">
        <w:rPr>
          <w:rFonts w:eastAsia="Times New Roman" w:cs="Times New Roman"/>
          <w:bCs/>
          <w:lang w:eastAsia="cs-CZ"/>
        </w:rPr>
        <w:t>a předložení výkazu poskytnutých služeb (o výkonu autorského dozoru projektanta)</w:t>
      </w:r>
    </w:p>
    <w:p w14:paraId="1999D478" w14:textId="77777777" w:rsidR="00FC44E6" w:rsidRPr="008E170E" w:rsidRDefault="00FC44E6" w:rsidP="00FC44E6">
      <w:pPr>
        <w:spacing w:after="0" w:line="240" w:lineRule="auto"/>
        <w:ind w:left="426"/>
        <w:jc w:val="both"/>
        <w:rPr>
          <w:rFonts w:eastAsia="Times New Roman" w:cs="Times New Roman"/>
          <w:b/>
          <w:lang w:eastAsia="cs-CZ"/>
        </w:rPr>
      </w:pPr>
    </w:p>
    <w:p w14:paraId="3D78C9EC" w14:textId="445A0259" w:rsidR="00FC44E6" w:rsidRPr="008E170E" w:rsidRDefault="00FC44E6" w:rsidP="00FC44E6">
      <w:pPr>
        <w:spacing w:after="0" w:line="240" w:lineRule="auto"/>
        <w:ind w:left="426"/>
        <w:jc w:val="both"/>
        <w:rPr>
          <w:rFonts w:eastAsia="Times New Roman" w:cs="Times New Roman"/>
          <w:lang w:eastAsia="cs-CZ"/>
        </w:rPr>
      </w:pPr>
      <w:r w:rsidRPr="008E170E">
        <w:rPr>
          <w:rFonts w:eastAsia="Times New Roman" w:cs="Times New Roman"/>
          <w:lang w:eastAsia="cs-CZ"/>
        </w:rPr>
        <w:t xml:space="preserve">- cena za výkon AD bude fakturována </w:t>
      </w:r>
      <w:r w:rsidR="005E0F11" w:rsidRPr="008E170E">
        <w:rPr>
          <w:rFonts w:eastAsia="Times New Roman" w:cs="Times New Roman"/>
          <w:lang w:eastAsia="cs-CZ"/>
        </w:rPr>
        <w:t>jednorázově za celou</w:t>
      </w:r>
      <w:r w:rsidRPr="008E170E">
        <w:rPr>
          <w:rFonts w:eastAsia="Times New Roman" w:cs="Times New Roman"/>
          <w:lang w:eastAsia="cs-CZ"/>
        </w:rPr>
        <w:t xml:space="preserve">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5DE743C4" w14:textId="657AA618" w:rsidR="00FC44E6" w:rsidRPr="008E170E" w:rsidRDefault="00FC44E6" w:rsidP="00FC44E6">
      <w:pPr>
        <w:spacing w:after="0" w:line="240" w:lineRule="auto"/>
        <w:ind w:left="426"/>
        <w:rPr>
          <w:rFonts w:eastAsia="Times New Roman" w:cs="Times New Roman"/>
          <w:lang w:eastAsia="cs-CZ"/>
        </w:rPr>
      </w:pPr>
    </w:p>
    <w:p w14:paraId="0C1F98AA" w14:textId="28481747" w:rsidR="00FC44E6" w:rsidRPr="00FC44E6" w:rsidRDefault="00FC44E6" w:rsidP="00FC44E6">
      <w:pPr>
        <w:spacing w:after="0" w:line="240" w:lineRule="auto"/>
        <w:ind w:left="426"/>
        <w:jc w:val="both"/>
        <w:rPr>
          <w:rFonts w:eastAsia="Times New Roman" w:cs="Times New Roman"/>
          <w:lang w:eastAsia="cs-CZ"/>
        </w:rPr>
      </w:pPr>
      <w:r w:rsidRPr="008E170E">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22E141D" w14:textId="27755240" w:rsidR="00FC44E6" w:rsidRPr="008E170E" w:rsidRDefault="00FC44E6" w:rsidP="00A07251">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DSP</w:t>
      </w:r>
      <w:r w:rsidR="00751F73">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státní organizace, Stavební správa východ, Nerudova 1, 779 00 Olomouc /</w:t>
      </w:r>
      <w:r w:rsidRPr="00FC44E6">
        <w:rPr>
          <w:rFonts w:eastAsia="Times New Roman" w:cs="Times New Roman"/>
          <w:color w:val="FF0000"/>
          <w:lang w:eastAsia="cs-CZ"/>
        </w:rPr>
        <w:t xml:space="preserve"> </w:t>
      </w:r>
      <w:r w:rsidRPr="008E170E">
        <w:rPr>
          <w:rFonts w:eastAsia="Times New Roman" w:cs="Times New Roman"/>
          <w:lang w:eastAsia="cs-CZ"/>
        </w:rPr>
        <w:t>případně Oblastní ředitelství</w:t>
      </w:r>
      <w:r w:rsidR="008E170E" w:rsidRPr="008E170E">
        <w:rPr>
          <w:rFonts w:eastAsia="Times New Roman" w:cs="Times New Roman"/>
          <w:lang w:eastAsia="cs-CZ"/>
        </w:rPr>
        <w:t xml:space="preserve"> Brno, Kounicova 26, 611 43 Brno</w:t>
      </w:r>
    </w:p>
    <w:p w14:paraId="7CC67193" w14:textId="77777777" w:rsidR="00FC44E6" w:rsidRPr="00FC44E6" w:rsidRDefault="00FC44E6" w:rsidP="00A07251">
      <w:pPr>
        <w:numPr>
          <w:ilvl w:val="0"/>
          <w:numId w:val="17"/>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2A5CB2">
      <w:pPr>
        <w:numPr>
          <w:ilvl w:val="0"/>
          <w:numId w:val="6"/>
        </w:numPr>
        <w:tabs>
          <w:tab w:val="num" w:pos="426"/>
        </w:tabs>
        <w:spacing w:line="240" w:lineRule="auto"/>
        <w:ind w:left="499" w:hanging="357"/>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5D0FCE14" w14:textId="2E9C912B" w:rsidR="0041085D" w:rsidRPr="006F68C2" w:rsidRDefault="0041085D" w:rsidP="002A5CB2">
      <w:pPr>
        <w:spacing w:after="0" w:line="240" w:lineRule="auto"/>
        <w:ind w:left="357"/>
        <w:rPr>
          <w:rFonts w:eastAsia="Times New Roman" w:cs="Times New Roman"/>
          <w:lang w:eastAsia="cs-CZ"/>
        </w:rPr>
      </w:pPr>
      <w:r w:rsidRPr="006F68C2">
        <w:rPr>
          <w:rFonts w:eastAsia="Times New Roman" w:cs="Times New Roman"/>
          <w:lang w:eastAsia="cs-CZ"/>
        </w:rPr>
        <w:t>Způsob pln</w:t>
      </w:r>
      <w:r w:rsidR="006F68C2" w:rsidRPr="006F68C2">
        <w:rPr>
          <w:rFonts w:eastAsia="Times New Roman" w:cs="Times New Roman"/>
          <w:lang w:eastAsia="cs-CZ"/>
        </w:rPr>
        <w:t>ění je upraven v čl. 3.4</w:t>
      </w:r>
      <w:r w:rsidRPr="006F68C2">
        <w:rPr>
          <w:rFonts w:eastAsia="Times New Roman" w:cs="Times New Roman"/>
          <w:lang w:eastAsia="cs-CZ"/>
        </w:rPr>
        <w:t xml:space="preserve"> všeobecných technických podmínek.</w:t>
      </w:r>
    </w:p>
    <w:p w14:paraId="3FE11041" w14:textId="717ADDED" w:rsidR="00FC44E6" w:rsidRDefault="00FC44E6" w:rsidP="00FC44E6">
      <w:pPr>
        <w:spacing w:after="0" w:line="240" w:lineRule="auto"/>
        <w:ind w:left="426"/>
        <w:jc w:val="both"/>
        <w:rPr>
          <w:rFonts w:eastAsia="Times New Roman" w:cs="Times New Roman"/>
          <w:u w:val="single"/>
          <w:lang w:eastAsia="cs-CZ"/>
        </w:rPr>
      </w:pPr>
    </w:p>
    <w:p w14:paraId="11A0B0C1" w14:textId="77777777" w:rsidR="006525E8" w:rsidRPr="00FC44E6" w:rsidRDefault="006525E8" w:rsidP="00FC44E6">
      <w:pPr>
        <w:spacing w:after="0" w:line="240" w:lineRule="auto"/>
        <w:ind w:left="426"/>
        <w:jc w:val="both"/>
        <w:rPr>
          <w:rFonts w:eastAsia="Times New Roman" w:cs="Times New Roman"/>
          <w:u w:val="single"/>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23E3E0F4" w14:textId="77777777" w:rsidR="00FC44E6" w:rsidRPr="00FC44E6" w:rsidRDefault="00FC44E6" w:rsidP="00FC44E6">
      <w:pPr>
        <w:spacing w:before="120" w:after="0" w:line="240" w:lineRule="auto"/>
        <w:ind w:left="425"/>
        <w:jc w:val="both"/>
        <w:rPr>
          <w:rFonts w:eastAsia="Times New Roman" w:cs="Times New Roman"/>
          <w:lang w:eastAsia="cs-CZ"/>
        </w:rPr>
      </w:pPr>
    </w:p>
    <w:p w14:paraId="5781F740"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234548F" w14:textId="77777777" w:rsidR="00FC44E6" w:rsidRPr="004A0ADA" w:rsidRDefault="00FC44E6" w:rsidP="00A07251">
      <w:pPr>
        <w:numPr>
          <w:ilvl w:val="0"/>
          <w:numId w:val="18"/>
        </w:numPr>
        <w:spacing w:after="0" w:line="240" w:lineRule="auto"/>
        <w:jc w:val="both"/>
        <w:rPr>
          <w:rFonts w:eastAsia="Times New Roman" w:cs="Times New Roman"/>
          <w:lang w:eastAsia="cs-CZ"/>
        </w:rPr>
      </w:pPr>
      <w:r w:rsidRPr="004A0ADA">
        <w:rPr>
          <w:rFonts w:eastAsia="Times New Roman" w:cs="Times New Roman"/>
          <w:lang w:eastAsia="cs-CZ"/>
        </w:rPr>
        <w:t>projektovou činnost ve výstavbě;</w:t>
      </w:r>
    </w:p>
    <w:p w14:paraId="2C9C995D" w14:textId="6CA6A285" w:rsidR="00FC44E6" w:rsidRPr="00FC44E6" w:rsidRDefault="00FC44E6" w:rsidP="004A0ADA">
      <w:pPr>
        <w:spacing w:after="0" w:line="240" w:lineRule="auto"/>
        <w:jc w:val="both"/>
        <w:rPr>
          <w:rFonts w:eastAsia="Times New Roman" w:cs="Times New Roman"/>
          <w:lang w:eastAsia="cs-CZ"/>
        </w:rPr>
      </w:pPr>
    </w:p>
    <w:p w14:paraId="0EB44D19" w14:textId="5EB9DA51"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004A0ADA" w:rsidRPr="004A0ADA">
        <w:rPr>
          <w:rFonts w:eastAsia="Times New Roman" w:cs="Times New Roman"/>
          <w:lang w:eastAsia="cs-CZ"/>
        </w:rPr>
        <w:t>písm. a</w:t>
      </w:r>
      <w:r w:rsidRPr="004A0ADA">
        <w:rPr>
          <w:rFonts w:eastAsia="Times New Roman" w:cs="Times New Roman"/>
          <w:lang w:eastAsia="cs-CZ"/>
        </w:rPr>
        <w:t xml:space="preserve">) </w:t>
      </w:r>
      <w:r w:rsidR="004A0ADA" w:rsidRPr="004A0ADA">
        <w:rPr>
          <w:rFonts w:eastAsia="Times New Roman" w:cs="Times New Roman"/>
          <w:lang w:eastAsia="cs-CZ"/>
        </w:rPr>
        <w:t>pozem</w:t>
      </w:r>
      <w:r w:rsidRPr="004A0ADA">
        <w:rPr>
          <w:rFonts w:eastAsia="Times New Roman" w:cs="Times New Roman"/>
          <w:lang w:eastAsia="cs-CZ"/>
        </w:rPr>
        <w:t>ní stavby</w:t>
      </w:r>
      <w:r w:rsidRPr="00FC44E6">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7BC4A661" w14:textId="77777777"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22FC1B6" w14:textId="09BBFDE2" w:rsidR="00FC44E6" w:rsidRDefault="00FC44E6" w:rsidP="00FC44E6">
      <w:pPr>
        <w:spacing w:after="120" w:line="240" w:lineRule="auto"/>
        <w:ind w:left="1483" w:firstLine="567"/>
        <w:jc w:val="both"/>
        <w:rPr>
          <w:rFonts w:eastAsia="Times New Roman" w:cs="Calibri"/>
          <w:highlight w:val="green"/>
          <w:lang w:eastAsia="cs-CZ"/>
        </w:rPr>
      </w:pPr>
    </w:p>
    <w:p w14:paraId="0C078FC9" w14:textId="77777777" w:rsidR="009233BE" w:rsidRPr="00FC44E6" w:rsidRDefault="009233BE" w:rsidP="00FC44E6">
      <w:pPr>
        <w:spacing w:after="120" w:line="240" w:lineRule="auto"/>
        <w:ind w:left="1483" w:firstLine="567"/>
        <w:jc w:val="both"/>
        <w:rPr>
          <w:rFonts w:eastAsia="Times New Roman" w:cs="Calibri"/>
          <w:highlight w:val="green"/>
          <w:lang w:eastAsia="cs-CZ"/>
        </w:rPr>
      </w:pPr>
    </w:p>
    <w:p w14:paraId="116347E6"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lastRenderedPageBreak/>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2E040B">
        <w:rPr>
          <w:rFonts w:eastAsia="Times New Roman" w:cs="Times New Roman"/>
          <w:lang w:eastAsia="cs-CZ"/>
        </w:rPr>
        <w:t>K prokázání splnění technické kvalifikace předloží dodavatel zadavateli následující doklady:</w:t>
      </w:r>
    </w:p>
    <w:p w14:paraId="56247865" w14:textId="77777777" w:rsidR="00FC44E6" w:rsidRPr="00FC44E6" w:rsidRDefault="00FC44E6" w:rsidP="00FC44E6">
      <w:pPr>
        <w:spacing w:after="0" w:line="240" w:lineRule="auto"/>
        <w:ind w:left="426"/>
        <w:jc w:val="both"/>
        <w:rPr>
          <w:rFonts w:eastAsia="Times New Roman" w:cs="Times New Roman"/>
          <w:lang w:eastAsia="cs-CZ"/>
        </w:rPr>
      </w:pPr>
    </w:p>
    <w:p w14:paraId="3304F60B" w14:textId="56A44299"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2E040B" w:rsidRPr="002E040B">
        <w:rPr>
          <w:rFonts w:eastAsia="Times New Roman" w:cs="Calibri"/>
          <w:b/>
          <w:lang w:eastAsia="cs-CZ"/>
        </w:rPr>
        <w:t xml:space="preserve">5 </w:t>
      </w:r>
      <w:r w:rsidRPr="002E040B">
        <w:rPr>
          <w:rFonts w:eastAsia="Times New Roman" w:cs="Calibri"/>
          <w:b/>
          <w:lang w:eastAsia="cs-CZ"/>
        </w:rPr>
        <w:t>letech</w:t>
      </w:r>
      <w:r w:rsidRPr="00FC44E6">
        <w:rPr>
          <w:rFonts w:eastAsia="Times New Roman" w:cs="Calibri"/>
          <w:lang w:eastAsia="cs-CZ"/>
        </w:rPr>
        <w:t xml:space="preserve">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98BE3E1" w14:textId="32A4C333" w:rsidR="00FC44E6" w:rsidRDefault="00A5181C" w:rsidP="00FC44E6">
      <w:pPr>
        <w:spacing w:after="0" w:line="240" w:lineRule="auto"/>
        <w:ind w:left="907"/>
        <w:jc w:val="both"/>
        <w:rPr>
          <w:rFonts w:eastAsia="Times New Roman" w:cs="Calibri"/>
          <w:lang w:eastAsia="cs-CZ"/>
        </w:rPr>
      </w:pPr>
      <w:r w:rsidRPr="00A5181C">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nebo ve stupních projektové dokumentace pro vydání společného povolení a projektové dokumentace pro provádění stavby (dále jen „DUSP+PDPS“) dle zvláštních právních předpisů</w:t>
      </w:r>
      <w:r w:rsidRPr="00A5181C">
        <w:rPr>
          <w:vertAlign w:val="superscript"/>
        </w:rPr>
        <w:footnoteReference w:id="1"/>
      </w:r>
      <w:r w:rsidRPr="00A5181C">
        <w:t xml:space="preserve"> pro stavby</w:t>
      </w:r>
      <w:r w:rsidR="00801EC1">
        <w:t xml:space="preserve">, </w:t>
      </w:r>
      <w:r w:rsidR="00801EC1">
        <w:rPr>
          <w:rFonts w:ascii="Verdana" w:eastAsia="Times New Roman" w:hAnsi="Verdana" w:cs="Calibri"/>
          <w:lang w:eastAsia="cs-CZ"/>
        </w:rPr>
        <w:t>které jsou stavbou dráhy nebo stavbou na dráze</w:t>
      </w:r>
      <w:r w:rsidRPr="00A5181C">
        <w:t xml:space="preserve"> ve smyslu § 5 odst. 1 zák. č. 266/1994 Sb., o dráhách, ve znění pozdějších předpisů. </w:t>
      </w:r>
      <w:r w:rsidR="00801EC1">
        <w:t xml:space="preserve">Dále se za službu obdobného charakteru pokládají obdobné projektové práce na objektech kritické nebo veřejné infrastruktury. </w:t>
      </w:r>
      <w:r w:rsidRPr="00A5181C">
        <w:t>Za službu obdobného charakteru, resp. projektové práce spočívající ve zhotovení dokumentace ve stupni DSP nebo DSP+PDPS nebo DUSP nebo DUSP+PDPS, zadavatel považuje rovněž provedení aktualizace dokumentace ve stupni DSP nebo DSP+PDPS nebo DUSP nebo DUSP+PDPS.</w:t>
      </w:r>
    </w:p>
    <w:p w14:paraId="7532C688" w14:textId="77777777" w:rsidR="00A5181C" w:rsidRDefault="00A5181C" w:rsidP="00FC44E6">
      <w:pPr>
        <w:spacing w:after="0" w:line="240" w:lineRule="auto"/>
        <w:ind w:left="907"/>
        <w:jc w:val="both"/>
      </w:pPr>
    </w:p>
    <w:p w14:paraId="2E89C647" w14:textId="466A4055"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Pr="00934DFF">
        <w:t xml:space="preserve"> </w:t>
      </w:r>
      <w:r>
        <w:t xml:space="preserve">Označení DUSP je (pouze) pro účely stanovení požadavků zadavatele na doložení dokladů 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Pr="002B12F8">
        <w:t>SŽ SM011</w:t>
      </w:r>
      <w:r>
        <w:t xml:space="preserve"> používá označení DUSL.</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566A6E29" w14:textId="29927D8E"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Pr="00801EC1">
        <w:rPr>
          <w:rFonts w:eastAsia="Times New Roman" w:cs="Times New Roman"/>
          <w:b/>
          <w:lang w:eastAsia="cs-CZ"/>
        </w:rPr>
        <w:t>projektování výstavby</w:t>
      </w:r>
      <w:r w:rsidR="00801EC1" w:rsidRPr="00801EC1">
        <w:rPr>
          <w:rFonts w:eastAsia="Times New Roman" w:cs="Times New Roman"/>
          <w:b/>
          <w:lang w:eastAsia="cs-CZ"/>
        </w:rPr>
        <w:t xml:space="preserve"> nebo</w:t>
      </w:r>
      <w:r w:rsidRPr="00801EC1">
        <w:rPr>
          <w:rFonts w:eastAsia="Times New Roman" w:cs="Times New Roman"/>
          <w:b/>
          <w:lang w:eastAsia="cs-CZ"/>
        </w:rPr>
        <w:t xml:space="preserve"> rekonstrukce</w:t>
      </w:r>
      <w:r w:rsidR="00801EC1" w:rsidRPr="00801EC1">
        <w:rPr>
          <w:rFonts w:eastAsia="Times New Roman" w:cs="Times New Roman"/>
          <w:b/>
          <w:lang w:eastAsia="cs-CZ"/>
        </w:rPr>
        <w:t xml:space="preserve"> pozemního objektu</w:t>
      </w:r>
      <w:r w:rsidRPr="00FC44E6">
        <w:rPr>
          <w:rFonts w:eastAsia="Times New Roman" w:cs="Times New Roman"/>
          <w:lang w:eastAsia="cs-CZ"/>
        </w:rPr>
        <w:t>.</w:t>
      </w:r>
    </w:p>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44D6BBF2" w14:textId="79AE3471" w:rsidR="00FC44E6" w:rsidRDefault="00FC44E6" w:rsidP="00FC44E6">
      <w:pPr>
        <w:spacing w:after="0" w:line="240" w:lineRule="auto"/>
        <w:ind w:left="907"/>
        <w:jc w:val="both"/>
      </w:pPr>
      <w:r w:rsidRPr="00FC44E6">
        <w:rPr>
          <w:rFonts w:eastAsia="Times New Roman" w:cs="Times New Roman"/>
          <w:lang w:eastAsia="cs-CZ"/>
        </w:rPr>
        <w:t xml:space="preserve">Celkový součet </w:t>
      </w:r>
      <w:r w:rsidR="00917840">
        <w:rPr>
          <w:rFonts w:eastAsia="Times New Roman" w:cs="Times New Roman"/>
          <w:lang w:eastAsia="cs-CZ"/>
        </w:rPr>
        <w:t>hodnot</w:t>
      </w:r>
      <w:r w:rsidR="00917840" w:rsidRPr="00FC44E6">
        <w:rPr>
          <w:rFonts w:eastAsia="Times New Roman" w:cs="Times New Roman"/>
          <w:lang w:eastAsia="cs-CZ"/>
        </w:rPr>
        <w:t xml:space="preserve"> </w:t>
      </w:r>
      <w:r w:rsidRPr="00FC44E6">
        <w:rPr>
          <w:rFonts w:eastAsia="Times New Roman" w:cs="Times New Roman"/>
          <w:lang w:eastAsia="cs-CZ"/>
        </w:rPr>
        <w:t>významných služeb obdobného charakteru za poslední</w:t>
      </w:r>
      <w:r w:rsidR="00C96D76">
        <w:rPr>
          <w:rFonts w:eastAsia="Times New Roman" w:cs="Times New Roman"/>
          <w:lang w:eastAsia="cs-CZ"/>
        </w:rPr>
        <w:t>ch</w:t>
      </w:r>
      <w:r w:rsidRPr="00FC44E6">
        <w:rPr>
          <w:rFonts w:eastAsia="Times New Roman" w:cs="Times New Roman"/>
          <w:lang w:eastAsia="cs-CZ"/>
        </w:rPr>
        <w:t xml:space="preserve"> </w:t>
      </w:r>
      <w:r w:rsidRPr="00C96D76">
        <w:rPr>
          <w:rFonts w:eastAsia="Times New Roman" w:cs="Times New Roman"/>
          <w:lang w:eastAsia="cs-CZ"/>
        </w:rPr>
        <w:t>5 let</w:t>
      </w:r>
      <w:r w:rsidRPr="00FC44E6">
        <w:rPr>
          <w:rFonts w:eastAsia="Times New Roman" w:cs="Times New Roman"/>
          <w:lang w:eastAsia="cs-CZ"/>
        </w:rPr>
        <w:t xml:space="preserve"> </w:t>
      </w:r>
      <w:r w:rsidR="00694044">
        <w:rPr>
          <w:rFonts w:eastAsia="Times New Roman" w:cs="Times New Roman"/>
          <w:lang w:eastAsia="cs-CZ"/>
        </w:rPr>
        <w:t>p</w:t>
      </w:r>
      <w:r w:rsidRPr="00FC44E6">
        <w:rPr>
          <w:rFonts w:eastAsia="Times New Roman" w:cs="Times New Roman"/>
          <w:lang w:eastAsia="cs-CZ"/>
        </w:rPr>
        <w:t>řed zahájením výběrového řízení, které dodavatel poskytl, musí dosahovat v</w:t>
      </w:r>
      <w:r w:rsidR="00EC4077">
        <w:rPr>
          <w:rFonts w:eastAsia="Times New Roman" w:cs="Times New Roman"/>
          <w:lang w:eastAsia="cs-CZ"/>
        </w:rPr>
        <w:t> </w:t>
      </w:r>
      <w:r w:rsidRPr="00FC44E6">
        <w:rPr>
          <w:rFonts w:eastAsia="Times New Roman" w:cs="Times New Roman"/>
          <w:lang w:eastAsia="cs-CZ"/>
        </w:rPr>
        <w:t>souhrnu</w:t>
      </w:r>
      <w:r w:rsidR="00EC4077">
        <w:rPr>
          <w:rFonts w:eastAsia="Times New Roman" w:cs="Times New Roman"/>
          <w:lang w:eastAsia="cs-CZ"/>
        </w:rPr>
        <w:t>,</w:t>
      </w:r>
      <w:r w:rsidR="00EC4077" w:rsidRPr="00EC4077">
        <w:t xml:space="preserve"> </w:t>
      </w:r>
      <w:r w:rsidR="00EC4077">
        <w:t xml:space="preserve">včetně případných poddodávek, </w:t>
      </w:r>
      <w:r w:rsidRPr="00FC44E6">
        <w:rPr>
          <w:rFonts w:eastAsia="Times New Roman" w:cs="Times New Roman"/>
          <w:lang w:eastAsia="cs-CZ"/>
        </w:rPr>
        <w:t xml:space="preserve">minimálně </w:t>
      </w:r>
      <w:r w:rsidR="00C96D76" w:rsidRPr="00C96D76">
        <w:rPr>
          <w:rFonts w:eastAsia="Times New Roman" w:cs="Times New Roman"/>
          <w:b/>
          <w:lang w:eastAsia="cs-CZ"/>
        </w:rPr>
        <w:t>1 </w:t>
      </w:r>
      <w:r w:rsidR="00C11A86">
        <w:rPr>
          <w:rFonts w:eastAsia="Times New Roman" w:cs="Times New Roman"/>
          <w:b/>
          <w:lang w:eastAsia="cs-CZ"/>
        </w:rPr>
        <w:t>2</w:t>
      </w:r>
      <w:r w:rsidR="00C11A86" w:rsidRPr="00C96D76">
        <w:rPr>
          <w:rFonts w:eastAsia="Times New Roman" w:cs="Times New Roman"/>
          <w:b/>
          <w:lang w:eastAsia="cs-CZ"/>
        </w:rPr>
        <w:t>00 </w:t>
      </w:r>
      <w:r w:rsidR="00C96D76" w:rsidRPr="00C96D76">
        <w:rPr>
          <w:rFonts w:eastAsia="Times New Roman" w:cs="Times New Roman"/>
          <w:b/>
          <w:lang w:eastAsia="cs-CZ"/>
        </w:rPr>
        <w:t>000</w:t>
      </w:r>
      <w:r w:rsidR="00C96D76" w:rsidRPr="00C96D76">
        <w:rPr>
          <w:rFonts w:eastAsia="Times New Roman" w:cs="Times New Roman"/>
          <w:lang w:eastAsia="cs-CZ"/>
        </w:rPr>
        <w:t xml:space="preserve"> </w:t>
      </w:r>
      <w:r w:rsidRPr="00C96D76">
        <w:rPr>
          <w:rFonts w:eastAsia="Times New Roman" w:cs="Times New Roman"/>
          <w:b/>
          <w:lang w:eastAsia="cs-CZ"/>
        </w:rPr>
        <w:t>Kč bez DPH</w:t>
      </w:r>
      <w:r w:rsidRPr="00FC44E6">
        <w:rPr>
          <w:rFonts w:eastAsia="Times New Roman" w:cs="Times New Roman"/>
          <w:lang w:eastAsia="cs-CZ"/>
        </w:rPr>
        <w:t xml:space="preserve">, přičemž alespoň jedna </w:t>
      </w:r>
      <w:r w:rsidR="00B16D2C">
        <w:rPr>
          <w:rFonts w:eastAsia="Times New Roman" w:cs="Times New Roman"/>
          <w:lang w:eastAsia="cs-CZ"/>
        </w:rPr>
        <w:t xml:space="preserve">významná </w:t>
      </w:r>
      <w:r w:rsidRPr="00FC44E6">
        <w:rPr>
          <w:rFonts w:eastAsia="Times New Roman" w:cs="Times New Roman"/>
          <w:lang w:eastAsia="cs-CZ"/>
        </w:rPr>
        <w:t xml:space="preserve">služba musí dosahovat </w:t>
      </w:r>
      <w:r w:rsidR="00917840">
        <w:rPr>
          <w:rFonts w:eastAsia="Times New Roman" w:cs="Times New Roman"/>
          <w:lang w:eastAsia="cs-CZ"/>
        </w:rPr>
        <w:t>hodnoty</w:t>
      </w:r>
      <w:r w:rsidR="00917840" w:rsidRPr="00FC44E6">
        <w:rPr>
          <w:rFonts w:eastAsia="Times New Roman" w:cs="Times New Roman"/>
          <w:lang w:eastAsia="cs-CZ"/>
        </w:rPr>
        <w:t xml:space="preserve"> </w:t>
      </w:r>
      <w:r w:rsidRPr="00FC44E6">
        <w:rPr>
          <w:rFonts w:eastAsia="Times New Roman" w:cs="Times New Roman"/>
          <w:lang w:eastAsia="cs-CZ"/>
        </w:rPr>
        <w:t>nejméně</w:t>
      </w:r>
      <w:r w:rsidR="00C96D76">
        <w:rPr>
          <w:rFonts w:eastAsia="Times New Roman" w:cs="Times New Roman"/>
          <w:lang w:eastAsia="cs-CZ"/>
        </w:rPr>
        <w:t xml:space="preserve"> </w:t>
      </w:r>
      <w:r w:rsidR="00C11A86">
        <w:rPr>
          <w:rFonts w:eastAsia="Times New Roman" w:cs="Times New Roman"/>
          <w:b/>
          <w:lang w:eastAsia="cs-CZ"/>
        </w:rPr>
        <w:t>580</w:t>
      </w:r>
      <w:r w:rsidR="00C96D76" w:rsidRPr="00C96D76">
        <w:rPr>
          <w:rFonts w:eastAsia="Times New Roman" w:cs="Times New Roman"/>
          <w:b/>
          <w:lang w:eastAsia="cs-CZ"/>
        </w:rPr>
        <w:t xml:space="preserve"> 000</w:t>
      </w:r>
      <w:r w:rsidRPr="00FC44E6">
        <w:rPr>
          <w:rFonts w:eastAsia="Times New Roman" w:cs="Times New Roman"/>
          <w:lang w:eastAsia="cs-CZ"/>
        </w:rPr>
        <w:t xml:space="preserve"> </w:t>
      </w:r>
      <w:r w:rsidRPr="00C96D76">
        <w:rPr>
          <w:rFonts w:eastAsia="Times New Roman" w:cs="Times New Roman"/>
          <w:b/>
          <w:lang w:eastAsia="cs-CZ"/>
        </w:rPr>
        <w:t>Kč bez DPH</w:t>
      </w:r>
      <w:r w:rsidRPr="00FC44E6">
        <w:rPr>
          <w:rFonts w:eastAsia="Times New Roman" w:cs="Times New Roman"/>
          <w:lang w:eastAsia="cs-CZ"/>
        </w:rPr>
        <w:t>.</w:t>
      </w:r>
      <w:r w:rsidR="00B16D2C">
        <w:rPr>
          <w:rFonts w:eastAsia="Times New Roman" w:cs="Times New Roman"/>
          <w:lang w:eastAsia="cs-CZ"/>
        </w:rPr>
        <w:t xml:space="preserve"> </w:t>
      </w:r>
      <w:r w:rsidR="00B16D2C">
        <w:t xml:space="preserve">Hodnotou významných služeb se </w:t>
      </w:r>
      <w:r w:rsidR="00B16D2C" w:rsidRPr="00E74F21">
        <w:rPr>
          <w:rFonts w:cs="Arial"/>
          <w:iCs/>
        </w:rPr>
        <w:t>pro účely posouzení splnění kritérií technické kvalifikace</w:t>
      </w:r>
      <w:r w:rsidR="00B16D2C">
        <w:t xml:space="preserv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součet cen DSP+PDPS nebo DUSP+PDPS).</w:t>
      </w:r>
    </w:p>
    <w:p w14:paraId="1FDBA729" w14:textId="3A8DAF86"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68937215" w14:textId="77777777" w:rsidR="00C44F40" w:rsidRPr="000045F9" w:rsidRDefault="00C44F40" w:rsidP="00C44F40">
      <w:pPr>
        <w:spacing w:after="0" w:line="240" w:lineRule="auto"/>
        <w:ind w:left="907"/>
        <w:jc w:val="both"/>
      </w:pPr>
    </w:p>
    <w:p w14:paraId="48A89B92" w14:textId="7978544D"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77777777" w:rsidR="00917840" w:rsidRDefault="00917840" w:rsidP="00C44F40">
      <w:pPr>
        <w:spacing w:after="0" w:line="240" w:lineRule="auto"/>
        <w:ind w:left="907"/>
        <w:jc w:val="both"/>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2BFEA89F" w14:textId="4CD97026" w:rsidR="00917840" w:rsidRPr="00FC44E6" w:rsidRDefault="00917840" w:rsidP="00917840">
      <w:pPr>
        <w:spacing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2B1BD9A7" w:rsidR="00FC44E6" w:rsidRDefault="00862C88" w:rsidP="00FC44E6">
      <w:pPr>
        <w:spacing w:after="0" w:line="240" w:lineRule="auto"/>
        <w:ind w:left="907"/>
        <w:jc w:val="both"/>
        <w:rPr>
          <w:rFonts w:eastAsia="Times New Roman" w:cs="Times New Roman"/>
          <w:lang w:eastAsia="cs-CZ"/>
        </w:rPr>
      </w:pPr>
      <w:r w:rsidRPr="00862C88">
        <w:rPr>
          <w:rFonts w:eastAsia="Times New Roman" w:cs="Times New Roman"/>
          <w:lang w:eastAsia="cs-CZ"/>
        </w:rPr>
        <w:t xml:space="preserve">Doba </w:t>
      </w:r>
      <w:r w:rsidRPr="00C96D76">
        <w:rPr>
          <w:rFonts w:eastAsia="Times New Roman" w:cs="Times New Roman"/>
          <w:lang w:eastAsia="cs-CZ"/>
        </w:rPr>
        <w:t>5 let</w:t>
      </w:r>
      <w:r w:rsidRPr="00862C88">
        <w:rPr>
          <w:rFonts w:eastAsia="Times New Roman" w:cs="Times New Roman"/>
          <w:lang w:eastAsia="cs-CZ"/>
        </w:rPr>
        <w:t xml:space="preserve"> před zahájením zadávacího řízení se považuje za splněnou, pokud byly činnosti odpovídající zadavatelem stanovené definici významné služby dokončeny v</w:t>
      </w:r>
      <w:r w:rsidR="002A5CB2">
        <w:rPr>
          <w:rFonts w:eastAsia="Times New Roman" w:cs="Times New Roman"/>
          <w:lang w:eastAsia="cs-CZ"/>
        </w:rPr>
        <w:t> </w:t>
      </w:r>
      <w:r w:rsidRPr="00862C88">
        <w:rPr>
          <w:rFonts w:eastAsia="Times New Roman" w:cs="Times New Roman"/>
          <w:lang w:eastAsia="cs-CZ"/>
        </w:rPr>
        <w:t>průběhu této doby nebo kdykoli po zahájení zadávacího 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Pro prokázání kvalifikace postačuje, aby byly požadované minimální hodnoty významných služeb dosaženy za celou dobu poskytování významných služeb, nikoliv pouze v průběhu posledních 8 let před zahájením zadávacího 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 nebo DUSP+PDPS</w:t>
      </w:r>
      <w:r w:rsidR="00FC44E6" w:rsidRPr="00FC44E6" w:rsidDel="00BE45A2">
        <w:rPr>
          <w:rFonts w:eastAsia="Times New Roman" w:cs="Times New Roman"/>
          <w:lang w:eastAsia="cs-CZ"/>
        </w:rPr>
        <w:t xml:space="preserve"> </w:t>
      </w:r>
      <w:r w:rsidR="00FC44E6" w:rsidRPr="00FC44E6">
        <w:rPr>
          <w:rFonts w:eastAsia="Times New Roman" w:cs="Times New Roman"/>
          <w:lang w:eastAsia="cs-CZ"/>
        </w:rPr>
        <w:t>pro stavby železničních drah)</w:t>
      </w:r>
      <w:r w:rsidR="00796F66" w:rsidRPr="00796F66">
        <w:t xml:space="preserve"> </w:t>
      </w:r>
      <w:r w:rsidR="00796F66">
        <w:t>s</w:t>
      </w:r>
      <w:r w:rsidR="002A5CB2">
        <w:t> </w:t>
      </w:r>
      <w:r w:rsidR="00796F66">
        <w:t>tím, že zakázka jako celek (tj. ohledně dalších činností, např. autorského dozoru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C96D76">
        <w:rPr>
          <w:rFonts w:eastAsia="Times New Roman" w:cs="Times New Roman"/>
          <w:lang w:eastAsia="cs-CZ"/>
        </w:rPr>
        <w:t>5</w:t>
      </w:r>
      <w:r w:rsidR="00FC44E6" w:rsidRPr="00FC44E6">
        <w:rPr>
          <w:rFonts w:eastAsia="Times New Roman" w:cs="Times New Roman"/>
          <w:lang w:eastAsia="cs-CZ"/>
        </w:rPr>
        <w:t xml:space="preserve"> 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FC44E6" w:rsidRPr="00C96D76">
        <w:rPr>
          <w:rFonts w:eastAsia="Times New Roman" w:cs="Times New Roman"/>
          <w:lang w:eastAsia="cs-CZ"/>
        </w:rPr>
        <w:t>5</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w:t>
      </w:r>
      <w:r w:rsidR="002A5CB2">
        <w:rPr>
          <w:rFonts w:eastAsia="Times New Roman" w:cs="Times New Roman"/>
          <w:lang w:eastAsia="cs-CZ"/>
        </w:rPr>
        <w:t> </w:t>
      </w:r>
      <w:r w:rsidRPr="00862C88">
        <w:rPr>
          <w:rFonts w:eastAsia="Times New Roman" w:cs="Times New Roman"/>
          <w:lang w:eastAsia="cs-CZ"/>
        </w:rPr>
        <w:t>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77777777" w:rsidR="00862C88" w:rsidRDefault="00862C88" w:rsidP="00862C88">
      <w:pPr>
        <w:pStyle w:val="Odrka1-2-"/>
      </w:pPr>
      <w:r>
        <w:t xml:space="preserve">do ceny za zpracování příslušného stupně dokumentace může dodavatel zahrnout i cenu činností nezbytných či účelných pro zpracování dokumentace, </w:t>
      </w:r>
      <w:r>
        <w:lastRenderedPageBreak/>
        <w:t xml:space="preserve">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0F8C7045" w14:textId="2B647115" w:rsidR="00862C88" w:rsidRPr="00FC44E6" w:rsidRDefault="00862C88" w:rsidP="00862C88">
      <w:pPr>
        <w:pStyle w:val="Odrka1-2-"/>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 nebo DUSP+PDPS považuje za dokončenou definitivním předáním DSP nebo DSP+PDPS nebo DUSP</w:t>
      </w:r>
      <w:r w:rsidRPr="00103A92">
        <w:t xml:space="preserve"> </w:t>
      </w:r>
      <w:r>
        <w:t>nebo DUSP+PDPS, příp. jejich aktualizace objednateli po zapracování všech připomínek</w:t>
      </w:r>
      <w:r w:rsidRPr="00F0349F">
        <w:t xml:space="preserve"> </w:t>
      </w:r>
      <w:r>
        <w:t>a jejím převzetím objednatelem, a to bez případného podání žádosti o stavební povolení nebo společné povolení,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Pr="00FC44E6" w:rsidRDefault="00FC44E6" w:rsidP="00FC44E6">
      <w:pPr>
        <w:spacing w:after="0" w:line="240" w:lineRule="auto"/>
        <w:ind w:left="907"/>
        <w:jc w:val="both"/>
        <w:rPr>
          <w:rFonts w:eastAsia="Times New Roman" w:cs="Times New Roman"/>
          <w:lang w:eastAsia="cs-CZ"/>
        </w:rPr>
      </w:pP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06BC5AF7" w14:textId="76BAC76A" w:rsidR="00FC44E6" w:rsidRPr="00C96D76" w:rsidRDefault="00FC44E6" w:rsidP="005D56BE">
      <w:pPr>
        <w:numPr>
          <w:ilvl w:val="0"/>
          <w:numId w:val="19"/>
        </w:numPr>
        <w:spacing w:after="120" w:line="240" w:lineRule="auto"/>
        <w:ind w:left="907" w:hanging="340"/>
        <w:jc w:val="both"/>
        <w:rPr>
          <w:rFonts w:eastAsia="Times New Roman" w:cs="Times New Roman"/>
          <w:lang w:eastAsia="cs-CZ"/>
        </w:rPr>
      </w:pPr>
      <w:r w:rsidRPr="00C96D76">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5AA3136F" w14:textId="77777777" w:rsidR="00FC44E6" w:rsidRPr="00C96D76" w:rsidRDefault="00FC44E6" w:rsidP="005D56BE">
      <w:pPr>
        <w:spacing w:after="120" w:line="240" w:lineRule="auto"/>
        <w:ind w:left="907"/>
        <w:jc w:val="both"/>
        <w:rPr>
          <w:rFonts w:eastAsia="Times New Roman" w:cs="Times New Roman"/>
          <w:lang w:eastAsia="cs-CZ"/>
        </w:rPr>
      </w:pPr>
      <w:r w:rsidRPr="00C96D76">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1469E698" w14:textId="5281E899" w:rsidR="00FC44E6" w:rsidRPr="00C96D76" w:rsidRDefault="00FC44E6" w:rsidP="005D56BE">
      <w:pPr>
        <w:spacing w:after="120" w:line="240" w:lineRule="auto"/>
        <w:ind w:left="907"/>
        <w:jc w:val="both"/>
        <w:rPr>
          <w:rFonts w:eastAsia="Times New Roman" w:cs="Times New Roman"/>
          <w:lang w:eastAsia="cs-CZ"/>
        </w:rPr>
      </w:pPr>
      <w:r w:rsidRPr="00C96D76">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C96D76">
        <w:rPr>
          <w:rFonts w:eastAsia="Times New Roman" w:cs="Times New Roman"/>
          <w:b/>
          <w:lang w:eastAsia="cs-CZ"/>
        </w:rPr>
        <w:t>Informace o této skutečnosti bude uvedena v</w:t>
      </w:r>
      <w:r w:rsidR="002A5CB2">
        <w:rPr>
          <w:rFonts w:eastAsia="Times New Roman" w:cs="Times New Roman"/>
          <w:b/>
          <w:lang w:eastAsia="cs-CZ"/>
        </w:rPr>
        <w:t> </w:t>
      </w:r>
      <w:r w:rsidRPr="00C96D76">
        <w:rPr>
          <w:rFonts w:eastAsia="Times New Roman" w:cs="Times New Roman"/>
          <w:b/>
          <w:lang w:eastAsia="cs-CZ"/>
        </w:rPr>
        <w:t>profesním životopisu</w:t>
      </w:r>
      <w:r w:rsidRPr="00C96D76">
        <w:rPr>
          <w:rFonts w:eastAsia="Times New Roman" w:cs="Times New Roman"/>
          <w:lang w:eastAsia="cs-CZ"/>
        </w:rPr>
        <w:t>. Nesplnění této podmínky může být důvodem pro vyloučení dodavatele z výběrového řízení.</w:t>
      </w:r>
    </w:p>
    <w:p w14:paraId="0E5C00D6" w14:textId="77777777" w:rsidR="00FC44E6" w:rsidRPr="00FC44E6" w:rsidRDefault="00FC44E6" w:rsidP="00FC44E6">
      <w:pPr>
        <w:spacing w:after="0" w:line="240" w:lineRule="auto"/>
        <w:ind w:left="907"/>
        <w:jc w:val="both"/>
        <w:rPr>
          <w:rFonts w:eastAsia="Times New Roman" w:cs="Times New Roman"/>
          <w:lang w:eastAsia="cs-CZ"/>
        </w:rPr>
      </w:pPr>
      <w:r w:rsidRPr="00C96D76">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253F91A0" w14:textId="77777777" w:rsidR="00C96D76" w:rsidRDefault="00C96D76" w:rsidP="005D56BE">
      <w:pPr>
        <w:spacing w:before="120" w:after="0" w:line="240" w:lineRule="auto"/>
        <w:ind w:left="567"/>
        <w:jc w:val="both"/>
        <w:rPr>
          <w:rFonts w:eastAsia="Times New Roman" w:cs="Arial"/>
          <w:lang w:eastAsia="cs-CZ"/>
        </w:rPr>
      </w:pPr>
      <w:r>
        <w:rPr>
          <w:rFonts w:eastAsia="Times New Roman" w:cs="Arial"/>
          <w:b/>
          <w:bCs/>
          <w:lang w:eastAsia="cs-CZ"/>
        </w:rPr>
        <w:t>specialista na pozemní stavby</w:t>
      </w:r>
    </w:p>
    <w:p w14:paraId="50E151E1" w14:textId="12C272E1" w:rsidR="00FC44E6" w:rsidRPr="00FC44E6" w:rsidRDefault="00C96D76" w:rsidP="00C96D76">
      <w:pPr>
        <w:spacing w:after="0" w:line="240" w:lineRule="auto"/>
        <w:ind w:left="567"/>
        <w:jc w:val="both"/>
        <w:rPr>
          <w:rFonts w:eastAsia="Times New Roman" w:cs="Times New Roman"/>
          <w:lang w:eastAsia="cs-CZ"/>
        </w:rPr>
      </w:pPr>
      <w:r>
        <w:rPr>
          <w:rFonts w:eastAsia="Times New Roman" w:cs="Arial"/>
          <w:bCs/>
          <w:lang w:eastAsia="cs-CZ"/>
        </w:rPr>
        <w:t>vysokoškolské vzdělání; nejméně 5 let praxe v projektování v oboru své specializace; autorizace v rozsahu dle § 5 odst. 3 písm. a) autorizačního zákona, tedy v oboru pozemní stavby</w:t>
      </w:r>
    </w:p>
    <w:p w14:paraId="612D025A"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lastRenderedPageBreak/>
        <w:t>Obecně k prokazování kvalifikace</w:t>
      </w:r>
    </w:p>
    <w:p w14:paraId="16C015DB"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2134042"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3CA6E32" w14:textId="649682E0" w:rsidR="00FC44E6" w:rsidRPr="009233BE" w:rsidRDefault="00FC44E6" w:rsidP="00FC44E6">
      <w:pPr>
        <w:spacing w:before="120" w:after="0" w:line="240" w:lineRule="auto"/>
        <w:ind w:left="426"/>
        <w:jc w:val="both"/>
        <w:rPr>
          <w:rFonts w:eastAsia="Times New Roman" w:cs="Times New Roman"/>
          <w:lang w:eastAsia="cs-CZ"/>
        </w:rPr>
      </w:pPr>
      <w:r w:rsidRPr="009233BE">
        <w:rPr>
          <w:rFonts w:eastAsia="Times New Roman" w:cs="Times New Roman"/>
          <w:b/>
          <w:lang w:eastAsia="cs-CZ"/>
        </w:rPr>
        <w:t xml:space="preserve">Prokazování odborné způsobilosti zahraničními osobami podle zvláštních právních předpisů: </w:t>
      </w:r>
    </w:p>
    <w:p w14:paraId="57F240AA" w14:textId="243CAB5D" w:rsidR="00FC44E6" w:rsidRPr="00FC44E6" w:rsidRDefault="00FC44E6" w:rsidP="00325B48">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325B48">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3A7A50F" w14:textId="13B28EDF"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w:t>
      </w:r>
      <w:r w:rsidRPr="00FC44E6">
        <w:rPr>
          <w:rFonts w:eastAsia="Times New Roman" w:cs="Times New Roman"/>
          <w:lang w:eastAsia="cs-CZ"/>
        </w:rPr>
        <w:lastRenderedPageBreak/>
        <w:t>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669CC586" w14:textId="77777777"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250043CC"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r w:rsidR="00A503CE" w:rsidRPr="00A503CE">
        <w:rPr>
          <w:rFonts w:eastAsia="Times New Roman" w:cs="Times New Roman"/>
          <w:lang w:eastAsia="cs-CZ"/>
        </w:rPr>
        <w:t>Za jiné osoby považuje zadavatel jak poddodavatele, tak i osoby, které s dodavatelem tvoří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00BEAE3A"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E2E8A23" w14:textId="7D1E29FB"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093D7760" w14:textId="77777777" w:rsidR="00325B48" w:rsidRPr="00FC44E6" w:rsidRDefault="00325B48" w:rsidP="00FC44E6">
      <w:pPr>
        <w:spacing w:before="120" w:after="0" w:line="240" w:lineRule="auto"/>
        <w:ind w:left="425"/>
        <w:jc w:val="both"/>
        <w:rPr>
          <w:rFonts w:eastAsia="Times New Roman" w:cs="Times New Roman"/>
          <w:lang w:eastAsia="cs-CZ"/>
        </w:rPr>
      </w:pPr>
    </w:p>
    <w:p w14:paraId="46A8400A" w14:textId="77777777" w:rsidR="00FC44E6" w:rsidRPr="00FC44E6" w:rsidRDefault="00FC44E6" w:rsidP="00123EB5">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Poddodavatelské omezení</w:t>
      </w:r>
    </w:p>
    <w:p w14:paraId="3FAD9F77" w14:textId="7CD5A27E" w:rsidR="00FC44E6" w:rsidRPr="00FC44E6" w:rsidRDefault="00FC44E6" w:rsidP="00FC44E6">
      <w:pPr>
        <w:spacing w:after="0" w:line="240" w:lineRule="auto"/>
        <w:ind w:left="457"/>
        <w:jc w:val="both"/>
        <w:rPr>
          <w:rFonts w:eastAsia="Times New Roman" w:cs="Times New Roman"/>
          <w:lang w:eastAsia="cs-CZ"/>
        </w:rPr>
      </w:pPr>
    </w:p>
    <w:p w14:paraId="02CB7E49" w14:textId="77777777" w:rsidR="00FC44E6" w:rsidRPr="00FC44E6" w:rsidRDefault="00FC44E6" w:rsidP="009233BE">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6B6694A" w14:textId="77777777" w:rsidR="00FC44E6" w:rsidRPr="00FC44E6" w:rsidRDefault="00FC44E6" w:rsidP="00123EB5">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lastRenderedPageBreak/>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4D0EFA2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DSP</w:t>
      </w:r>
      <w:r w:rsidR="00325B48">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14:paraId="4818A757" w14:textId="77777777" w:rsidR="00FC44E6" w:rsidRPr="00FC44E6" w:rsidRDefault="00FC44E6" w:rsidP="00123EB5">
      <w:pPr>
        <w:numPr>
          <w:ilvl w:val="0"/>
          <w:numId w:val="6"/>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330B7B05" w14:textId="77777777" w:rsidR="00FC44E6" w:rsidRPr="00FC44E6" w:rsidRDefault="00FC44E6" w:rsidP="00123EB5">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2A849919"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2A5CB2">
        <w:rPr>
          <w:rFonts w:eastAsia="Times New Roman" w:cs="Times New Roman"/>
          <w:lang w:eastAsia="cs-CZ"/>
        </w:rPr>
        <w:t> </w:t>
      </w:r>
      <w:r w:rsidRPr="00FC44E6">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14:paraId="4271D6D0" w14:textId="77777777" w:rsidR="00FC44E6" w:rsidRPr="00FC44E6" w:rsidRDefault="00FC44E6" w:rsidP="00FC44E6">
      <w:pPr>
        <w:spacing w:after="0" w:line="240" w:lineRule="auto"/>
        <w:ind w:left="426"/>
        <w:jc w:val="both"/>
        <w:rPr>
          <w:rFonts w:eastAsia="Times New Roman" w:cs="Times New Roman"/>
          <w:lang w:eastAsia="cs-CZ"/>
        </w:rPr>
      </w:pPr>
    </w:p>
    <w:p w14:paraId="244AC17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9233BE">
        <w:rPr>
          <w:rFonts w:cs="Arial"/>
          <w:b/>
        </w:rPr>
        <w:t>Nabídky lze podat v termínu, který je uveden na profilu zadavatele:</w:t>
      </w:r>
      <w:r w:rsidRPr="009233BE">
        <w:rPr>
          <w:rFonts w:cs="Arial"/>
        </w:rPr>
        <w:t xml:space="preserve"> </w:t>
      </w:r>
      <w:hyperlink r:id="rId17" w:history="1">
        <w:r w:rsidRPr="009233BE">
          <w:rPr>
            <w:rStyle w:val="Hypertextovodkaz"/>
            <w:rFonts w:cs="Arial"/>
            <w:b/>
            <w:bCs/>
            <w:lang w:eastAsia="cs-CZ"/>
          </w:rPr>
          <w:t>https://zakazky.spravazeleznic.cz/</w:t>
        </w:r>
      </w:hyperlink>
      <w:r w:rsidRPr="009233BE">
        <w:rPr>
          <w:rFonts w:cs="Arial"/>
          <w:b/>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77777777" w:rsidR="00FC44E6" w:rsidRPr="00FC44E6" w:rsidRDefault="00FC44E6" w:rsidP="009233BE">
      <w:pPr>
        <w:spacing w:before="120" w:after="12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07BD89DB" w14:textId="77777777" w:rsidR="00FC44E6" w:rsidRPr="00FC44E6" w:rsidRDefault="00FC44E6" w:rsidP="002A5CB2">
      <w:pPr>
        <w:numPr>
          <w:ilvl w:val="0"/>
          <w:numId w:val="6"/>
        </w:numPr>
        <w:spacing w:before="36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2" w:name="_Ref324339872"/>
    </w:p>
    <w:p w14:paraId="1376CC7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20067A2B" w:rsidR="00FC44E6" w:rsidRPr="00FC44E6" w:rsidRDefault="00FC44E6" w:rsidP="00A07251">
      <w:pPr>
        <w:numPr>
          <w:ilvl w:val="0"/>
          <w:numId w:val="13"/>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r w:rsidR="00B86EBD" w:rsidRPr="00B86EBD">
        <w:rPr>
          <w:rFonts w:eastAsia="Times New Roman" w:cs="Times New Roman"/>
          <w:lang w:eastAsia="cs-CZ"/>
        </w:rPr>
        <w:t xml:space="preserve">, zadavatel požaduje, aby dodavatel v tomto formuláři uvedl rovněž údaje o </w:t>
      </w:r>
      <w:r w:rsidR="00C44F40">
        <w:rPr>
          <w:rFonts w:eastAsia="Times New Roman" w:cs="Times New Roman"/>
          <w:lang w:eastAsia="cs-CZ"/>
        </w:rPr>
        <w:t>vlastnické</w:t>
      </w:r>
      <w:r w:rsidR="00C44F40" w:rsidRPr="00B86EBD">
        <w:rPr>
          <w:rFonts w:eastAsia="Times New Roman" w:cs="Times New Roman"/>
          <w:lang w:eastAsia="cs-CZ"/>
        </w:rPr>
        <w:t xml:space="preserve"> </w:t>
      </w:r>
      <w:r w:rsidR="00B86EBD" w:rsidRPr="00B86EBD">
        <w:rPr>
          <w:rFonts w:eastAsia="Times New Roman" w:cs="Times New Roman"/>
          <w:lang w:eastAsia="cs-CZ"/>
        </w:rPr>
        <w:t>struktuře dodavatele a všech poddodavatelů, prostřednictvím kterých v tomto výběrovém řízení prokazuje kvalifikaci.</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C45890">
        <w:rPr>
          <w:rFonts w:eastAsia="Times New Roman" w:cs="Times New Roman"/>
          <w:lang w:eastAsia="cs-CZ"/>
        </w:rPr>
        <w:t xml:space="preserve">přílohy č. </w:t>
      </w:r>
      <w:r w:rsidR="00374F0A" w:rsidRPr="00C45890">
        <w:rPr>
          <w:rFonts w:eastAsia="Times New Roman" w:cs="Times New Roman"/>
          <w:lang w:eastAsia="cs-CZ"/>
        </w:rPr>
        <w:t xml:space="preserve">8 </w:t>
      </w:r>
      <w:r w:rsidRPr="00C45890">
        <w:rPr>
          <w:rFonts w:eastAsia="Times New Roman" w:cs="Times New Roman"/>
          <w:lang w:eastAsia="cs-CZ"/>
        </w:rPr>
        <w:t>ke smlouvě o dílo</w:t>
      </w:r>
      <w:r w:rsidRPr="00FC44E6">
        <w:rPr>
          <w:rFonts w:eastAsia="Times New Roman" w:cs="Times New Roman"/>
          <w:lang w:eastAsia="cs-CZ"/>
        </w:rPr>
        <w:t>),</w:t>
      </w:r>
    </w:p>
    <w:p w14:paraId="2C4662DB" w14:textId="46AA1787"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w:t>
      </w:r>
      <w:r w:rsidR="00DE43F7">
        <w:rPr>
          <w:rFonts w:eastAsia="Times New Roman" w:cs="Times New Roman"/>
          <w:lang w:eastAsia="cs-CZ"/>
        </w:rPr>
        <w:t>dle Přílohy č. 3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5546B955"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C44F40">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04DAE746"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14:paraId="2B488C62"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p>
    <w:p w14:paraId="193E5542" w14:textId="77777777" w:rsidR="00FC44E6" w:rsidRPr="009233BE" w:rsidRDefault="00FC44E6" w:rsidP="009233BE">
      <w:pPr>
        <w:spacing w:after="0" w:line="240" w:lineRule="auto"/>
        <w:ind w:left="1287"/>
        <w:jc w:val="both"/>
        <w:rPr>
          <w:rFonts w:eastAsia="Times New Roman" w:cs="Times New Roman"/>
          <w:lang w:eastAsia="cs-CZ"/>
        </w:rPr>
      </w:pPr>
      <w:r w:rsidRPr="009233BE">
        <w:rPr>
          <w:rFonts w:eastAsia="Times New Roman" w:cs="Times New Roman"/>
          <w:b/>
          <w:lang w:eastAsia="cs-CZ"/>
        </w:rPr>
        <w:t xml:space="preserve">Celková cena Díla bez DPH: </w:t>
      </w:r>
      <w:r w:rsidRPr="009233BE">
        <w:rPr>
          <w:rFonts w:eastAsia="Times New Roman" w:cs="Times New Roman"/>
          <w:b/>
          <w:lang w:eastAsia="cs-CZ"/>
        </w:rPr>
        <w:fldChar w:fldCharType="begin">
          <w:ffData>
            <w:name w:val="Text1"/>
            <w:enabled/>
            <w:calcOnExit w:val="0"/>
            <w:textInput>
              <w:type w:val="date"/>
              <w:format w:val="d.M.yyyy"/>
            </w:textInput>
          </w:ffData>
        </w:fldChar>
      </w:r>
      <w:r w:rsidRPr="009233BE">
        <w:rPr>
          <w:rFonts w:eastAsia="Times New Roman" w:cs="Times New Roman"/>
          <w:b/>
          <w:lang w:eastAsia="cs-CZ"/>
        </w:rPr>
        <w:instrText xml:space="preserve"> FORMTEXT </w:instrText>
      </w:r>
      <w:r w:rsidRPr="009233BE">
        <w:rPr>
          <w:rFonts w:eastAsia="Times New Roman" w:cs="Times New Roman"/>
          <w:b/>
          <w:lang w:eastAsia="cs-CZ"/>
        </w:rPr>
      </w:r>
      <w:r w:rsidRPr="009233BE">
        <w:rPr>
          <w:rFonts w:eastAsia="Times New Roman" w:cs="Times New Roman"/>
          <w:b/>
          <w:lang w:eastAsia="cs-CZ"/>
        </w:rPr>
        <w:fldChar w:fldCharType="separate"/>
      </w:r>
      <w:r w:rsidRPr="009233BE">
        <w:rPr>
          <w:rFonts w:eastAsia="Times New Roman" w:cs="Times New Roman"/>
          <w:b/>
          <w:lang w:eastAsia="cs-CZ"/>
        </w:rPr>
        <w:t> </w:t>
      </w:r>
      <w:r w:rsidRPr="009233BE">
        <w:rPr>
          <w:rFonts w:eastAsia="Times New Roman" w:cs="Times New Roman"/>
          <w:b/>
          <w:lang w:eastAsia="cs-CZ"/>
        </w:rPr>
        <w:t> </w:t>
      </w:r>
      <w:r w:rsidRPr="009233BE">
        <w:rPr>
          <w:rFonts w:eastAsia="Times New Roman" w:cs="Times New Roman"/>
          <w:b/>
          <w:lang w:eastAsia="cs-CZ"/>
        </w:rPr>
        <w:t> </w:t>
      </w:r>
      <w:r w:rsidRPr="009233BE">
        <w:rPr>
          <w:rFonts w:eastAsia="Times New Roman" w:cs="Times New Roman"/>
          <w:b/>
          <w:lang w:eastAsia="cs-CZ"/>
        </w:rPr>
        <w:t> </w:t>
      </w:r>
      <w:r w:rsidRPr="009233BE">
        <w:rPr>
          <w:rFonts w:eastAsia="Times New Roman" w:cs="Times New Roman"/>
          <w:b/>
          <w:lang w:eastAsia="cs-CZ"/>
        </w:rPr>
        <w:t> </w:t>
      </w:r>
      <w:r w:rsidRPr="009233BE">
        <w:rPr>
          <w:rFonts w:eastAsia="Times New Roman" w:cs="Times New Roman"/>
          <w:b/>
          <w:lang w:eastAsia="cs-CZ"/>
        </w:rPr>
        <w:fldChar w:fldCharType="end"/>
      </w:r>
      <w:r w:rsidRPr="009233BE">
        <w:rPr>
          <w:rFonts w:eastAsia="Times New Roman" w:cs="Times New Roman"/>
          <w:b/>
          <w:lang w:eastAsia="cs-CZ"/>
        </w:rPr>
        <w:tab/>
        <w:t xml:space="preserve"> </w:t>
      </w:r>
      <w:r w:rsidRPr="009233BE">
        <w:rPr>
          <w:rFonts w:eastAsia="Times New Roman" w:cs="Times New Roman"/>
          <w:b/>
          <w:bCs/>
          <w:lang w:eastAsia="cs-CZ"/>
        </w:rPr>
        <w:t>Kč</w:t>
      </w:r>
      <w:r w:rsidRPr="009233BE">
        <w:rPr>
          <w:rFonts w:eastAsia="Times New Roman" w:cs="Times New Roman"/>
          <w:lang w:eastAsia="cs-CZ"/>
        </w:rPr>
        <w:t xml:space="preserve">, slovy: </w:t>
      </w:r>
      <w:r w:rsidRPr="009233BE">
        <w:rPr>
          <w:rFonts w:eastAsia="Times New Roman" w:cs="Times New Roman"/>
          <w:lang w:eastAsia="cs-CZ"/>
        </w:rPr>
        <w:fldChar w:fldCharType="begin">
          <w:ffData>
            <w:name w:val="Text1"/>
            <w:enabled/>
            <w:calcOnExit w:val="0"/>
            <w:textInput>
              <w:type w:val="date"/>
              <w:format w:val="d.M.yyyy"/>
            </w:textInput>
          </w:ffData>
        </w:fldChar>
      </w:r>
      <w:r w:rsidRPr="009233BE">
        <w:rPr>
          <w:rFonts w:eastAsia="Times New Roman" w:cs="Times New Roman"/>
          <w:lang w:eastAsia="cs-CZ"/>
        </w:rPr>
        <w:instrText xml:space="preserve"> FORMTEXT </w:instrText>
      </w:r>
      <w:r w:rsidRPr="009233BE">
        <w:rPr>
          <w:rFonts w:eastAsia="Times New Roman" w:cs="Times New Roman"/>
          <w:lang w:eastAsia="cs-CZ"/>
        </w:rPr>
      </w:r>
      <w:r w:rsidRPr="009233BE">
        <w:rPr>
          <w:rFonts w:eastAsia="Times New Roman" w:cs="Times New Roman"/>
          <w:lang w:eastAsia="cs-CZ"/>
        </w:rPr>
        <w:fldChar w:fldCharType="separate"/>
      </w:r>
      <w:r w:rsidRPr="009233BE">
        <w:rPr>
          <w:rFonts w:eastAsia="Times New Roman" w:cs="Times New Roman"/>
          <w:lang w:eastAsia="cs-CZ"/>
        </w:rPr>
        <w:t> </w:t>
      </w:r>
      <w:r w:rsidRPr="009233BE">
        <w:rPr>
          <w:rFonts w:eastAsia="Times New Roman" w:cs="Times New Roman"/>
          <w:lang w:eastAsia="cs-CZ"/>
        </w:rPr>
        <w:t> </w:t>
      </w:r>
      <w:r w:rsidRPr="009233BE">
        <w:rPr>
          <w:rFonts w:eastAsia="Times New Roman" w:cs="Times New Roman"/>
          <w:lang w:eastAsia="cs-CZ"/>
        </w:rPr>
        <w:t> </w:t>
      </w:r>
      <w:r w:rsidRPr="009233BE">
        <w:rPr>
          <w:rFonts w:eastAsia="Times New Roman" w:cs="Times New Roman"/>
          <w:lang w:eastAsia="cs-CZ"/>
        </w:rPr>
        <w:t> </w:t>
      </w:r>
      <w:r w:rsidRPr="009233BE">
        <w:rPr>
          <w:rFonts w:eastAsia="Times New Roman" w:cs="Times New Roman"/>
          <w:lang w:eastAsia="cs-CZ"/>
        </w:rPr>
        <w:t> </w:t>
      </w:r>
      <w:r w:rsidRPr="009233BE">
        <w:rPr>
          <w:rFonts w:eastAsia="Times New Roman" w:cs="Times New Roman"/>
          <w:lang w:eastAsia="cs-CZ"/>
        </w:rPr>
        <w:fldChar w:fldCharType="end"/>
      </w:r>
      <w:r w:rsidRPr="009233BE">
        <w:rPr>
          <w:rFonts w:eastAsia="Times New Roman" w:cs="Times New Roman"/>
          <w:lang w:eastAsia="cs-CZ"/>
        </w:rPr>
        <w:t xml:space="preserve"> korun českých</w:t>
      </w:r>
    </w:p>
    <w:p w14:paraId="07598DA9" w14:textId="77777777" w:rsidR="00FC44E6" w:rsidRPr="009233BE" w:rsidRDefault="00FC44E6" w:rsidP="00FC44E6">
      <w:pPr>
        <w:spacing w:after="0" w:line="240" w:lineRule="auto"/>
        <w:ind w:left="1287"/>
        <w:jc w:val="both"/>
        <w:rPr>
          <w:rFonts w:eastAsia="Times New Roman" w:cs="Times New Roman"/>
          <w:lang w:eastAsia="cs-CZ"/>
        </w:rPr>
      </w:pPr>
      <w:r w:rsidRPr="009233BE">
        <w:rPr>
          <w:rFonts w:eastAsia="Times New Roman" w:cs="Times New Roman"/>
          <w:lang w:eastAsia="cs-CZ"/>
        </w:rPr>
        <w:t>z toho:</w:t>
      </w:r>
    </w:p>
    <w:p w14:paraId="119C4737" w14:textId="5C5E5715" w:rsidR="00FC44E6" w:rsidRPr="009233BE" w:rsidRDefault="00FC44E6" w:rsidP="00A07251">
      <w:pPr>
        <w:numPr>
          <w:ilvl w:val="0"/>
          <w:numId w:val="20"/>
        </w:numPr>
        <w:spacing w:after="0" w:line="240" w:lineRule="auto"/>
        <w:jc w:val="both"/>
        <w:rPr>
          <w:rFonts w:eastAsia="Times New Roman" w:cs="Times New Roman"/>
          <w:bCs/>
          <w:lang w:eastAsia="cs-CZ"/>
        </w:rPr>
      </w:pPr>
      <w:r w:rsidRPr="009233BE">
        <w:rPr>
          <w:rFonts w:eastAsia="Times New Roman" w:cs="Times New Roman"/>
          <w:lang w:eastAsia="cs-CZ"/>
        </w:rPr>
        <w:t>Cena za zpracování DSP</w:t>
      </w:r>
      <w:r w:rsidR="00374F0A" w:rsidRPr="009233BE">
        <w:rPr>
          <w:rFonts w:eastAsia="Times New Roman" w:cs="Times New Roman"/>
          <w:lang w:eastAsia="cs-CZ"/>
        </w:rPr>
        <w:t>+PDPS</w:t>
      </w:r>
      <w:r w:rsidRPr="009233BE">
        <w:rPr>
          <w:rFonts w:eastAsia="Times New Roman" w:cs="Times New Roman"/>
          <w:lang w:eastAsia="cs-CZ"/>
        </w:rPr>
        <w:t xml:space="preserve"> bez DPH: </w:t>
      </w:r>
      <w:r w:rsidRPr="009233BE">
        <w:rPr>
          <w:rFonts w:eastAsia="Times New Roman" w:cs="Times New Roman"/>
          <w:bCs/>
          <w:lang w:eastAsia="cs-CZ"/>
        </w:rPr>
        <w:fldChar w:fldCharType="begin">
          <w:ffData>
            <w:name w:val="Text1"/>
            <w:enabled/>
            <w:calcOnExit w:val="0"/>
            <w:textInput>
              <w:type w:val="date"/>
              <w:format w:val="d.M.yyyy"/>
            </w:textInput>
          </w:ffData>
        </w:fldChar>
      </w:r>
      <w:r w:rsidRPr="009233BE">
        <w:rPr>
          <w:rFonts w:eastAsia="Times New Roman" w:cs="Times New Roman"/>
          <w:bCs/>
          <w:lang w:eastAsia="cs-CZ"/>
        </w:rPr>
        <w:instrText xml:space="preserve"> FORMTEXT </w:instrText>
      </w:r>
      <w:r w:rsidRPr="009233BE">
        <w:rPr>
          <w:rFonts w:eastAsia="Times New Roman" w:cs="Times New Roman"/>
          <w:bCs/>
          <w:lang w:eastAsia="cs-CZ"/>
        </w:rPr>
      </w:r>
      <w:r w:rsidRPr="009233BE">
        <w:rPr>
          <w:rFonts w:eastAsia="Times New Roman" w:cs="Times New Roman"/>
          <w:bCs/>
          <w:lang w:eastAsia="cs-CZ"/>
        </w:rPr>
        <w:fldChar w:fldCharType="separate"/>
      </w:r>
      <w:r w:rsidRPr="009233BE">
        <w:rPr>
          <w:rFonts w:eastAsia="Times New Roman" w:cs="Times New Roman"/>
          <w:bCs/>
          <w:lang w:eastAsia="cs-CZ"/>
        </w:rPr>
        <w:t> </w:t>
      </w:r>
      <w:r w:rsidRPr="009233BE">
        <w:rPr>
          <w:rFonts w:eastAsia="Times New Roman" w:cs="Times New Roman"/>
          <w:bCs/>
          <w:lang w:eastAsia="cs-CZ"/>
        </w:rPr>
        <w:t> </w:t>
      </w:r>
      <w:r w:rsidRPr="009233BE">
        <w:rPr>
          <w:rFonts w:eastAsia="Times New Roman" w:cs="Times New Roman"/>
          <w:bCs/>
          <w:lang w:eastAsia="cs-CZ"/>
        </w:rPr>
        <w:t> </w:t>
      </w:r>
      <w:r w:rsidRPr="009233BE">
        <w:rPr>
          <w:rFonts w:eastAsia="Times New Roman" w:cs="Times New Roman"/>
          <w:bCs/>
          <w:lang w:eastAsia="cs-CZ"/>
        </w:rPr>
        <w:t> </w:t>
      </w:r>
      <w:r w:rsidRPr="009233BE">
        <w:rPr>
          <w:rFonts w:eastAsia="Times New Roman" w:cs="Times New Roman"/>
          <w:bCs/>
          <w:lang w:eastAsia="cs-CZ"/>
        </w:rPr>
        <w:t> </w:t>
      </w:r>
      <w:r w:rsidRPr="009233BE">
        <w:rPr>
          <w:rFonts w:eastAsia="Times New Roman" w:cs="Times New Roman"/>
          <w:bCs/>
          <w:lang w:eastAsia="cs-CZ"/>
        </w:rPr>
        <w:fldChar w:fldCharType="end"/>
      </w:r>
      <w:r w:rsidRPr="009233BE">
        <w:rPr>
          <w:rFonts w:eastAsia="Times New Roman" w:cs="Times New Roman"/>
          <w:bCs/>
          <w:lang w:eastAsia="cs-CZ"/>
        </w:rPr>
        <w:tab/>
        <w:t>Kč</w:t>
      </w:r>
    </w:p>
    <w:p w14:paraId="3364D303" w14:textId="77777777" w:rsidR="00FC44E6" w:rsidRPr="009233BE" w:rsidRDefault="00FC44E6" w:rsidP="00A07251">
      <w:pPr>
        <w:numPr>
          <w:ilvl w:val="0"/>
          <w:numId w:val="20"/>
        </w:numPr>
        <w:spacing w:after="0" w:line="240" w:lineRule="auto"/>
        <w:jc w:val="both"/>
        <w:rPr>
          <w:rFonts w:eastAsia="Times New Roman" w:cs="Times New Roman"/>
          <w:bCs/>
          <w:lang w:eastAsia="cs-CZ"/>
        </w:rPr>
      </w:pPr>
      <w:r w:rsidRPr="009233BE">
        <w:rPr>
          <w:rFonts w:eastAsia="Times New Roman" w:cs="Times New Roman"/>
          <w:lang w:eastAsia="cs-CZ"/>
        </w:rPr>
        <w:t xml:space="preserve">Cena za výkon Autorského dozoru bez DPH: </w:t>
      </w:r>
      <w:r w:rsidRPr="009233BE">
        <w:rPr>
          <w:rFonts w:eastAsia="Times New Roman" w:cs="Times New Roman"/>
          <w:bCs/>
          <w:lang w:eastAsia="cs-CZ"/>
        </w:rPr>
        <w:fldChar w:fldCharType="begin">
          <w:ffData>
            <w:name w:val="Text1"/>
            <w:enabled/>
            <w:calcOnExit w:val="0"/>
            <w:textInput>
              <w:type w:val="date"/>
              <w:format w:val="d.M.yyyy"/>
            </w:textInput>
          </w:ffData>
        </w:fldChar>
      </w:r>
      <w:r w:rsidRPr="009233BE">
        <w:rPr>
          <w:rFonts w:eastAsia="Times New Roman" w:cs="Times New Roman"/>
          <w:bCs/>
          <w:lang w:eastAsia="cs-CZ"/>
        </w:rPr>
        <w:instrText xml:space="preserve"> FORMTEXT </w:instrText>
      </w:r>
      <w:r w:rsidRPr="009233BE">
        <w:rPr>
          <w:rFonts w:eastAsia="Times New Roman" w:cs="Times New Roman"/>
          <w:bCs/>
          <w:lang w:eastAsia="cs-CZ"/>
        </w:rPr>
      </w:r>
      <w:r w:rsidRPr="009233BE">
        <w:rPr>
          <w:rFonts w:eastAsia="Times New Roman" w:cs="Times New Roman"/>
          <w:bCs/>
          <w:lang w:eastAsia="cs-CZ"/>
        </w:rPr>
        <w:fldChar w:fldCharType="separate"/>
      </w:r>
      <w:r w:rsidRPr="009233BE">
        <w:rPr>
          <w:rFonts w:eastAsia="Times New Roman" w:cs="Times New Roman"/>
          <w:bCs/>
          <w:lang w:eastAsia="cs-CZ"/>
        </w:rPr>
        <w:t> </w:t>
      </w:r>
      <w:r w:rsidRPr="009233BE">
        <w:rPr>
          <w:rFonts w:eastAsia="Times New Roman" w:cs="Times New Roman"/>
          <w:bCs/>
          <w:lang w:eastAsia="cs-CZ"/>
        </w:rPr>
        <w:t> </w:t>
      </w:r>
      <w:r w:rsidRPr="009233BE">
        <w:rPr>
          <w:rFonts w:eastAsia="Times New Roman" w:cs="Times New Roman"/>
          <w:bCs/>
          <w:lang w:eastAsia="cs-CZ"/>
        </w:rPr>
        <w:t> </w:t>
      </w:r>
      <w:r w:rsidRPr="009233BE">
        <w:rPr>
          <w:rFonts w:eastAsia="Times New Roman" w:cs="Times New Roman"/>
          <w:bCs/>
          <w:lang w:eastAsia="cs-CZ"/>
        </w:rPr>
        <w:t> </w:t>
      </w:r>
      <w:r w:rsidRPr="009233BE">
        <w:rPr>
          <w:rFonts w:eastAsia="Times New Roman" w:cs="Times New Roman"/>
          <w:bCs/>
          <w:lang w:eastAsia="cs-CZ"/>
        </w:rPr>
        <w:t> </w:t>
      </w:r>
      <w:r w:rsidRPr="009233BE">
        <w:rPr>
          <w:rFonts w:eastAsia="Times New Roman" w:cs="Times New Roman"/>
          <w:bCs/>
          <w:lang w:eastAsia="cs-CZ"/>
        </w:rPr>
        <w:fldChar w:fldCharType="end"/>
      </w:r>
      <w:r w:rsidRPr="009233BE">
        <w:rPr>
          <w:rFonts w:eastAsia="Times New Roman" w:cs="Times New Roman"/>
          <w:bCs/>
          <w:lang w:eastAsia="cs-CZ"/>
        </w:rPr>
        <w:tab/>
        <w:t>Kč</w:t>
      </w:r>
    </w:p>
    <w:p w14:paraId="3DFFDF40" w14:textId="77777777" w:rsidR="00FC44E6" w:rsidRPr="00FC44E6" w:rsidRDefault="00FC44E6"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144F332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3D6A3CE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CC9070C"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2A5CB2">
        <w:rPr>
          <w:rFonts w:eastAsia="Times New Roman" w:cs="Times New Roman"/>
          <w:lang w:eastAsia="cs-CZ"/>
        </w:rPr>
        <w:t> </w:t>
      </w:r>
      <w:r w:rsidRPr="00FC44E6">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2A5CB2">
        <w:rPr>
          <w:rFonts w:eastAsia="Times New Roman" w:cs="Times New Roman"/>
          <w:lang w:eastAsia="cs-CZ"/>
        </w:rPr>
        <w:t> </w:t>
      </w:r>
      <w:r w:rsidRPr="00FC44E6">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2710249A"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C4589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 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66E8833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2CBA171"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17E36B82"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 </w:t>
      </w:r>
      <w:r w:rsidRPr="008E12F9">
        <w:rPr>
          <w:rFonts w:eastAsia="Times New Roman" w:cs="Times New Roman"/>
          <w:lang w:eastAsia="cs-CZ"/>
        </w:rPr>
        <w:t>režim veřejné zakázky</w:t>
      </w:r>
      <w:r w:rsidR="006525E8" w:rsidRPr="008E12F9">
        <w:rPr>
          <w:rFonts w:eastAsia="Times New Roman" w:cs="Times New Roman"/>
          <w:lang w:eastAsia="cs-CZ"/>
        </w:rPr>
        <w:t>,</w:t>
      </w:r>
      <w:r w:rsidRPr="008E12F9">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2A5CB2">
      <w:pPr>
        <w:suppressAutoHyphens/>
        <w:spacing w:before="240" w:after="0" w:line="240" w:lineRule="auto"/>
        <w:ind w:left="425"/>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00F54A69" w14:textId="33E5A456" w:rsidR="00FC44E6" w:rsidRPr="00FC44E6" w:rsidRDefault="00FC44E6" w:rsidP="002A5CB2">
      <w:pPr>
        <w:suppressAutoHyphens/>
        <w:spacing w:before="120" w:after="0" w:line="240" w:lineRule="auto"/>
        <w:ind w:left="425"/>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6525E8">
        <w:t xml:space="preserve">, především pak před podpisem smlouvy ze strany objednatele předložit prostřednictvím elektronického nástroje E-ZAK na adrese: </w:t>
      </w:r>
      <w:hyperlink r:id="rId19" w:history="1">
        <w:r w:rsidR="00CD47C0" w:rsidRPr="006525E8">
          <w:rPr>
            <w:rStyle w:val="Hypertextovodkaz"/>
          </w:rPr>
          <w:t>https://</w:t>
        </w:r>
        <w:r w:rsidR="00D02002" w:rsidRPr="006525E8">
          <w:rPr>
            <w:rStyle w:val="Hypertextovodkaz"/>
          </w:rPr>
          <w:t>zakazky.spravazeleznic.cz</w:t>
        </w:r>
        <w:r w:rsidR="00CD47C0" w:rsidRPr="006525E8">
          <w:rPr>
            <w:rStyle w:val="Hypertextovodkaz"/>
          </w:rPr>
          <w:t>/</w:t>
        </w:r>
      </w:hyperlink>
      <w:r w:rsidR="00CD47C0" w:rsidRPr="006525E8">
        <w:t xml:space="preserve">, případně jinou formou písemné elektronické komunikace (zadavatel preferuje komunikaci prostřednictvím elektronického nástroje E-ZAK) dokumenty uvedené v následujícím odstavci této Výzvy. </w:t>
      </w:r>
      <w:r w:rsidR="00CD47C0" w:rsidRPr="006525E8">
        <w:rPr>
          <w:b/>
        </w:rPr>
        <w:t>Zadavatel vyzve vybraného dodavatele k poskytnutí součinnosti před uzavřením smlouvy ještě před oznámením rozhodnutí o výběru</w:t>
      </w:r>
      <w:r w:rsidR="00CD47C0" w:rsidRPr="006525E8">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429D0F62" w14:textId="6CEBE984" w:rsidR="00FC44E6" w:rsidRDefault="00FC44E6" w:rsidP="00C11A86">
      <w:pPr>
        <w:spacing w:after="0" w:line="240" w:lineRule="auto"/>
        <w:ind w:left="1146"/>
        <w:jc w:val="both"/>
        <w:rPr>
          <w:rFonts w:eastAsia="Times New Roman" w:cs="Times New Roman"/>
          <w:lang w:eastAsia="cs-CZ"/>
        </w:rPr>
      </w:pPr>
      <w:r w:rsidRPr="006525E8">
        <w:rPr>
          <w:rFonts w:eastAsia="Times New Roman" w:cs="Times New Roman"/>
          <w:lang w:eastAsia="cs-CZ"/>
        </w:rPr>
        <w:t xml:space="preserve"> </w:t>
      </w:r>
    </w:p>
    <w:p w14:paraId="08890689" w14:textId="6665A2B9" w:rsidR="004F226F" w:rsidRPr="00325B48" w:rsidRDefault="004F226F" w:rsidP="00A07251">
      <w:pPr>
        <w:numPr>
          <w:ilvl w:val="0"/>
          <w:numId w:val="25"/>
        </w:numPr>
        <w:spacing w:after="0" w:line="240" w:lineRule="auto"/>
        <w:jc w:val="both"/>
        <w:rPr>
          <w:rFonts w:eastAsia="Times New Roman" w:cs="Times New Roman"/>
          <w:lang w:eastAsia="cs-CZ"/>
        </w:rPr>
      </w:pPr>
      <w:r w:rsidRPr="00325B48">
        <w:rPr>
          <w:rFonts w:eastAsia="Times New Roman" w:cs="Times New Roman"/>
          <w:lang w:eastAsia="cs-CZ"/>
        </w:rPr>
        <w:t>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nebo dle § 19 odst. 2 zák. 250/2021 Sb., o bezpečnosti práce v souvislosti s provozem vyhrazených technických zařízení a o změně souvisejících zákonů.</w:t>
      </w:r>
    </w:p>
    <w:p w14:paraId="1E63FB05" w14:textId="77777777" w:rsidR="00FC44E6" w:rsidRPr="006525E8" w:rsidRDefault="00FC44E6" w:rsidP="00A07251">
      <w:pPr>
        <w:numPr>
          <w:ilvl w:val="0"/>
          <w:numId w:val="25"/>
        </w:numPr>
        <w:spacing w:after="0" w:line="240" w:lineRule="auto"/>
        <w:jc w:val="both"/>
        <w:rPr>
          <w:rFonts w:eastAsia="Times New Roman" w:cs="Times New Roman"/>
          <w:lang w:eastAsia="cs-CZ"/>
        </w:rPr>
      </w:pPr>
      <w:r w:rsidRPr="006525E8">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C45890">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w:t>
      </w:r>
      <w:r w:rsidRPr="00627619">
        <w:lastRenderedPageBreak/>
        <w:t xml:space="preserve">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rsidR="00291EC3">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EB8536A" w14:textId="5D3BBD99"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61CA52AC" w14:textId="4ADE95B3"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5F65EA3B" w:rsid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775DCC0" w14:textId="77777777" w:rsidR="00FC44E6" w:rsidRPr="00FC44E6" w:rsidRDefault="00FC44E6" w:rsidP="00C45890">
      <w:pPr>
        <w:numPr>
          <w:ilvl w:val="0"/>
          <w:numId w:val="6"/>
        </w:numPr>
        <w:spacing w:before="24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C45890">
      <w:pPr>
        <w:numPr>
          <w:ilvl w:val="1"/>
          <w:numId w:val="6"/>
        </w:numPr>
        <w:suppressAutoHyphens/>
        <w:spacing w:before="240" w:after="0" w:line="240" w:lineRule="auto"/>
        <w:ind w:left="568" w:hanging="284"/>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lastRenderedPageBreak/>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77777777"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20AAC7" w14:textId="77777777" w:rsidR="00B1628C" w:rsidRDefault="00B1628C" w:rsidP="00C45890">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14:paraId="0D448178" w14:textId="77777777" w:rsidR="00B1628C" w:rsidRDefault="00B1628C" w:rsidP="00C45890">
      <w:pPr>
        <w:pStyle w:val="Text1-1"/>
        <w:numPr>
          <w:ilvl w:val="0"/>
          <w:numId w:val="28"/>
        </w:numPr>
        <w:spacing w:before="240" w:after="0" w:line="240" w:lineRule="auto"/>
        <w:ind w:left="567" w:hanging="35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616327B6" w14:textId="1BCC352A" w:rsidR="00B1628C" w:rsidRPr="00913667" w:rsidRDefault="004A0391" w:rsidP="00B1628C">
      <w:pPr>
        <w:pStyle w:val="Odrka1-1"/>
        <w:spacing w:after="0" w:line="240" w:lineRule="auto"/>
        <w:ind w:left="567" w:firstLine="0"/>
      </w:pPr>
      <w:r>
        <w:t>studentské exkurze.</w:t>
      </w:r>
    </w:p>
    <w:p w14:paraId="33F75453" w14:textId="717E8345" w:rsidR="00B1628C" w:rsidRPr="006525E8" w:rsidRDefault="00B1628C" w:rsidP="004A0391">
      <w:pPr>
        <w:pStyle w:val="Odrka1-1"/>
        <w:numPr>
          <w:ilvl w:val="0"/>
          <w:numId w:val="0"/>
        </w:numPr>
        <w:spacing w:after="0" w:line="240" w:lineRule="auto"/>
        <w:ind w:left="567"/>
        <w:rPr>
          <w:strike/>
        </w:rPr>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C45890">
        <w:t>4.7</w:t>
      </w:r>
      <w:r w:rsidRPr="00C45890">
        <w:t xml:space="preserve"> závazného vzoru smlouvy</w:t>
      </w:r>
      <w:r w:rsidRPr="00915D4B">
        <w:t>,</w:t>
      </w:r>
      <w:r>
        <w:t xml:space="preserve"> který j</w:t>
      </w:r>
      <w:r w:rsidR="00913667">
        <w:t>e součástí zadávací dokumentace.</w:t>
      </w:r>
    </w:p>
    <w:p w14:paraId="7F210FA2" w14:textId="44EDF319" w:rsidR="00156A0A" w:rsidRDefault="00156A0A" w:rsidP="00C45890">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59154860" w14:textId="574117EB" w:rsidR="00156A0A" w:rsidRDefault="00156A0A" w:rsidP="00C45890">
      <w:pPr>
        <w:spacing w:before="240" w:after="0" w:line="240" w:lineRule="auto"/>
        <w:ind w:left="425"/>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E00E143" w14:textId="141C14E5"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64622D4C" w:rsidR="00156A0A" w:rsidRDefault="00156A0A" w:rsidP="00156A0A">
      <w:pPr>
        <w:spacing w:before="120" w:after="0" w:line="240" w:lineRule="auto"/>
        <w:ind w:left="426"/>
        <w:jc w:val="both"/>
      </w:pPr>
      <w:r>
        <w:lastRenderedPageBreak/>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3E3A5A96"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0F5FE76A"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0E207CC9" w:rsidR="001A6F12" w:rsidRPr="001A6F12" w:rsidRDefault="001A6F12" w:rsidP="00C45890">
      <w:pPr>
        <w:autoSpaceDE w:val="0"/>
        <w:autoSpaceDN w:val="0"/>
        <w:adjustRightInd w:val="0"/>
        <w:spacing w:before="120"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465992E" w14:textId="77777777" w:rsidR="001A6F12" w:rsidRPr="001A6F12" w:rsidRDefault="001A6F12" w:rsidP="001A6F12">
      <w:pPr>
        <w:spacing w:before="60" w:after="0" w:line="240" w:lineRule="exact"/>
        <w:rPr>
          <w:rFonts w:eastAsia="Times New Roman" w:cs="Calibri"/>
          <w:lang w:eastAsia="cs-CZ"/>
        </w:rPr>
      </w:pPr>
    </w:p>
    <w:p w14:paraId="28B27040" w14:textId="2FA52DC1"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A40E2D" w:rsidRPr="00833899">
        <w:t>/jméno a příjmení</w:t>
      </w:r>
      <w:r w:rsidR="00A40E2D" w:rsidRPr="00833899">
        <w:rPr>
          <w:rStyle w:val="Znakapoznpodarou"/>
        </w:rPr>
        <w:footnoteReference w:id="3"/>
      </w:r>
      <w:r w:rsidR="00A40E2D" w:rsidRPr="00833899">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6089085C"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412ABB5"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5B520303"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44A7622"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7A2F3B4"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16C3C3F"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0502064" w14:textId="091621D0" w:rsidR="001A6F12" w:rsidRPr="008F2680" w:rsidRDefault="001A6F12" w:rsidP="00A07251">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4"/>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11BCE7A" w14:textId="77777777" w:rsidR="008F2680" w:rsidRPr="001A6F12" w:rsidRDefault="008F2680" w:rsidP="008F2680">
      <w:pPr>
        <w:spacing w:before="60" w:after="0" w:line="240" w:lineRule="exact"/>
        <w:ind w:left="720"/>
        <w:jc w:val="both"/>
        <w:rPr>
          <w:rFonts w:eastAsia="Times New Roman" w:cs="Calibri"/>
          <w:bCs/>
          <w:lang w:eastAsia="cs-CZ"/>
        </w:rPr>
      </w:pPr>
    </w:p>
    <w:p w14:paraId="6BE0D494" w14:textId="527076C3" w:rsidR="00B86EBD" w:rsidRPr="00B86EBD" w:rsidRDefault="001A6F12" w:rsidP="00B86EBD">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6525E8" w:rsidRPr="006525E8">
        <w:rPr>
          <w:rFonts w:eastAsia="Times New Roman" w:cs="Arial"/>
          <w:b/>
          <w:lang w:eastAsia="cs-CZ"/>
        </w:rPr>
        <w:t>„</w:t>
      </w:r>
      <w:r w:rsidR="006525E8">
        <w:rPr>
          <w:rFonts w:eastAsia="Times New Roman" w:cs="Times New Roman"/>
          <w:b/>
          <w:lang w:eastAsia="cs-CZ"/>
        </w:rPr>
        <w:t>Instalace zařízení pro zajištění fyzické ochrany budovy Kounicova 26, Brno</w:t>
      </w:r>
      <w:r w:rsidR="006525E8" w:rsidRPr="006525E8">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B86EBD">
        <w:rPr>
          <w:rFonts w:ascii="Verdana" w:hAnsi="Verdana"/>
        </w:rPr>
        <w:t>zadávací dokumentací, zadávacími podmínkami a touto nabídkou.</w:t>
      </w:r>
    </w:p>
    <w:p w14:paraId="6641678A" w14:textId="20475965"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Pr="006525E8">
        <w:rPr>
          <w:rFonts w:ascii="Verdana" w:hAnsi="Verdana"/>
          <w:b/>
        </w:rPr>
        <w:t>„</w:t>
      </w:r>
      <w:r w:rsidR="006525E8">
        <w:rPr>
          <w:rFonts w:eastAsia="Times New Roman" w:cs="Times New Roman"/>
          <w:b/>
          <w:lang w:eastAsia="cs-CZ"/>
        </w:rPr>
        <w:t>Instalace zařízení pro zajištění fyzické ochrany budovy Kounicova 26, Brno</w:t>
      </w:r>
      <w:r w:rsidRPr="006525E8">
        <w:rPr>
          <w:rFonts w:ascii="Verdana" w:hAnsi="Verdana"/>
          <w:b/>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62DF8E3"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52AFC886" w14:textId="11D28827" w:rsidR="00875809" w:rsidRPr="00B86EBD" w:rsidRDefault="00B86EBD" w:rsidP="00B86EBD">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CE603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875809">
        <w:rPr>
          <w:rFonts w:eastAsia="Times New Roman" w:cs="Arial"/>
          <w:lang w:eastAsia="cs-CZ"/>
        </w:rPr>
        <w:t xml:space="preserve"> </w:t>
      </w:r>
      <w:r w:rsidR="00875809">
        <w:rPr>
          <w:rFonts w:eastAsia="Calibri" w:cs="Times New Roman"/>
        </w:rPr>
        <w:t xml:space="preserve">Dodavatel </w:t>
      </w:r>
      <w:r w:rsidR="00875809" w:rsidRPr="007F769F">
        <w:rPr>
          <w:rFonts w:eastAsia="Calibri" w:cs="Times New Roman"/>
        </w:rPr>
        <w:t xml:space="preserve">dále prohlašuje, že dostane-li se </w:t>
      </w:r>
      <w:r w:rsidR="00875809">
        <w:rPr>
          <w:rFonts w:eastAsia="Calibri" w:cs="Times New Roman"/>
        </w:rPr>
        <w:t>dodavatel</w:t>
      </w:r>
      <w:r w:rsidR="00875809" w:rsidRPr="007F769F">
        <w:rPr>
          <w:rFonts w:eastAsia="Calibri" w:cs="Times New Roman"/>
        </w:rPr>
        <w:t xml:space="preserve"> nebo poddodavatel, </w:t>
      </w:r>
      <w:r w:rsidR="00875809">
        <w:rPr>
          <w:rFonts w:eastAsia="Calibri" w:cs="Times New Roman"/>
        </w:rPr>
        <w:t xml:space="preserve">prostřednictvím kterého </w:t>
      </w:r>
      <w:r w:rsidR="00875809" w:rsidRPr="007F769F">
        <w:rPr>
          <w:rFonts w:eastAsia="Calibri" w:cs="Times New Roman"/>
        </w:rPr>
        <w:t>prokaz</w:t>
      </w:r>
      <w:r w:rsidR="00875809">
        <w:rPr>
          <w:rFonts w:eastAsia="Calibri" w:cs="Times New Roman"/>
        </w:rPr>
        <w:t>uje</w:t>
      </w:r>
      <w:r w:rsidR="00875809" w:rsidRPr="007F769F">
        <w:rPr>
          <w:rFonts w:eastAsia="Calibri" w:cs="Times New Roman"/>
        </w:rPr>
        <w:t xml:space="preserve"> </w:t>
      </w:r>
      <w:r w:rsidR="00875809">
        <w:rPr>
          <w:rFonts w:eastAsia="Calibri" w:cs="Times New Roman"/>
        </w:rPr>
        <w:t xml:space="preserve">v tomto zadávacím řízení </w:t>
      </w:r>
      <w:r w:rsidR="00875809" w:rsidRPr="007F769F">
        <w:rPr>
          <w:rFonts w:eastAsia="Calibri" w:cs="Times New Roman"/>
        </w:rPr>
        <w:t>kvalifikaci</w:t>
      </w:r>
      <w:r w:rsidR="00875809">
        <w:rPr>
          <w:rFonts w:eastAsia="Calibri" w:cs="Times New Roman"/>
        </w:rPr>
        <w:t>,</w:t>
      </w:r>
      <w:r w:rsidR="00875809" w:rsidRPr="007F769F">
        <w:rPr>
          <w:rFonts w:eastAsia="Calibri" w:cs="Times New Roman"/>
        </w:rPr>
        <w:t xml:space="preserve"> do střetu zájmů dle § 4b </w:t>
      </w:r>
      <w:r w:rsidR="00875809">
        <w:rPr>
          <w:rFonts w:eastAsia="Calibri" w:cs="Times New Roman"/>
        </w:rPr>
        <w:t>z</w:t>
      </w:r>
      <w:r w:rsidR="00875809" w:rsidRPr="007F769F">
        <w:rPr>
          <w:rFonts w:eastAsia="Calibri" w:cs="Times New Roman"/>
        </w:rPr>
        <w:t xml:space="preserve">ákona o střetu zájmů, a to kdykoliv až do okamžiku ukončení </w:t>
      </w:r>
      <w:r w:rsidR="00875809">
        <w:rPr>
          <w:rFonts w:eastAsia="Calibri" w:cs="Times New Roman"/>
        </w:rPr>
        <w:t>z</w:t>
      </w:r>
      <w:r w:rsidR="00875809" w:rsidRPr="007F769F">
        <w:rPr>
          <w:rFonts w:eastAsia="Calibri" w:cs="Times New Roman"/>
        </w:rPr>
        <w:t>adávacího řízení</w:t>
      </w:r>
      <w:r w:rsidR="00875809">
        <w:rPr>
          <w:rFonts w:eastAsia="Calibri" w:cs="Times New Roman"/>
        </w:rPr>
        <w:t>,</w:t>
      </w:r>
      <w:r w:rsidR="00875809" w:rsidRPr="007F769F">
        <w:rPr>
          <w:rFonts w:eastAsia="Calibri" w:cs="Times New Roman"/>
        </w:rPr>
        <w:t xml:space="preserve"> oznámí </w:t>
      </w:r>
      <w:r w:rsidR="00875809">
        <w:rPr>
          <w:rFonts w:eastAsia="Calibri" w:cs="Times New Roman"/>
        </w:rPr>
        <w:t xml:space="preserve">dodavatel </w:t>
      </w:r>
      <w:r w:rsidR="00875809" w:rsidRPr="007F769F">
        <w:rPr>
          <w:rFonts w:eastAsia="Calibri" w:cs="Times New Roman"/>
        </w:rPr>
        <w:t>tuto skutečnost bez zbytečného od</w:t>
      </w:r>
      <w:r w:rsidR="00875809">
        <w:rPr>
          <w:rFonts w:eastAsia="Calibri" w:cs="Times New Roman"/>
        </w:rPr>
        <w:t>kladu zadavateli</w:t>
      </w:r>
      <w:r w:rsidR="00875809" w:rsidRPr="007F769F">
        <w:rPr>
          <w:rFonts w:eastAsia="Calibri" w:cs="Times New Roman"/>
        </w:rPr>
        <w:t>.</w:t>
      </w:r>
    </w:p>
    <w:p w14:paraId="5CB221E9" w14:textId="4FEA4404" w:rsidR="004B4D2A" w:rsidRPr="001A6F12" w:rsidRDefault="004B4D2A" w:rsidP="00B86EBD">
      <w:pPr>
        <w:spacing w:before="240" w:after="0" w:line="240" w:lineRule="exact"/>
        <w:jc w:val="both"/>
        <w:rPr>
          <w:rFonts w:eastAsia="Times New Roman" w:cs="Arial"/>
          <w:lang w:eastAsia="cs-CZ"/>
        </w:rPr>
      </w:pPr>
    </w:p>
    <w:p w14:paraId="35221601" w14:textId="5E2A4C25" w:rsidR="001A6F12" w:rsidRPr="001A6F12" w:rsidRDefault="001A6F12" w:rsidP="00875809">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00875809">
        <w:rPr>
          <w:rFonts w:eastAsia="Times New Roman" w:cs="Calibri"/>
          <w:lang w:eastAsia="cs-CZ"/>
        </w:rPr>
        <w:t xml:space="preserve">  </w:t>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8FB746F" w14:textId="77777777" w:rsidR="00875809" w:rsidRDefault="00875809" w:rsidP="001A6F12">
      <w:pPr>
        <w:spacing w:after="120" w:line="240" w:lineRule="auto"/>
        <w:ind w:left="283" w:firstLine="567"/>
        <w:rPr>
          <w:rFonts w:eastAsia="Times New Roman" w:cs="Calibri"/>
          <w:lang w:eastAsia="cs-CZ"/>
        </w:rPr>
      </w:pPr>
    </w:p>
    <w:p w14:paraId="288FA569" w14:textId="32704B09"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34DBB34"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F91EE2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C6A410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030C393"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1397E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2B8375D" w14:textId="77777777" w:rsidR="001A6F12" w:rsidRPr="001A6F12" w:rsidRDefault="001A6F12" w:rsidP="001A6F12">
            <w:pPr>
              <w:spacing w:after="0" w:line="240" w:lineRule="auto"/>
              <w:ind w:firstLine="567"/>
              <w:rPr>
                <w:rFonts w:eastAsia="Times New Roman" w:cs="Calibri"/>
                <w:lang w:eastAsia="cs-CZ"/>
              </w:rPr>
            </w:pPr>
          </w:p>
        </w:tc>
      </w:tr>
    </w:tbl>
    <w:p w14:paraId="18CF4408"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77777777" w:rsidR="00156A0A" w:rsidRDefault="00156A0A">
      <w:pPr>
        <w:rPr>
          <w:rFonts w:eastAsia="Times New Roman" w:cs="Calibri"/>
          <w:b/>
          <w:bCs/>
          <w:lang w:eastAsia="cs-CZ"/>
        </w:rPr>
        <w:sectPr w:rsidR="00156A0A" w:rsidSect="00FC6389">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pPr>
    </w:p>
    <w:p w14:paraId="273A6221" w14:textId="3066E4BA" w:rsidR="00156A0A" w:rsidRPr="00DE0E2C" w:rsidRDefault="00156A0A" w:rsidP="00DE0E2C">
      <w:pPr>
        <w:pStyle w:val="Textbezslovn"/>
        <w:jc w:val="center"/>
        <w:rPr>
          <w:b/>
          <w:lang w:eastAsia="cs-CZ"/>
        </w:rPr>
      </w:pPr>
      <w:r w:rsidRPr="00DE0E2C">
        <w:rPr>
          <w:b/>
          <w:lang w:eastAsia="cs-CZ"/>
        </w:rPr>
        <w:lastRenderedPageBreak/>
        <w:t xml:space="preserve">Příloha č. </w:t>
      </w:r>
      <w:r w:rsidR="00461F07" w:rsidRPr="00DE0E2C">
        <w:rPr>
          <w:b/>
          <w:lang w:eastAsia="cs-CZ"/>
        </w:rPr>
        <w:t>3</w:t>
      </w:r>
    </w:p>
    <w:p w14:paraId="05D35E57" w14:textId="77777777" w:rsidR="00156A0A" w:rsidRPr="00DE0E2C" w:rsidRDefault="00156A0A" w:rsidP="00DE0E2C">
      <w:pPr>
        <w:pStyle w:val="Textbezslovn"/>
        <w:jc w:val="center"/>
        <w:rPr>
          <w:b/>
          <w:lang w:eastAsia="cs-CZ"/>
        </w:rPr>
      </w:pPr>
      <w:r w:rsidRPr="00DE0E2C">
        <w:rPr>
          <w:b/>
          <w:lang w:eastAsia="cs-CZ"/>
        </w:rPr>
        <w:t>Čestné prohlášení o splnění podmínek v souvislosti se situací na Ukrajině</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3770E5A5"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50154357" w14:textId="77777777" w:rsidR="00156A0A" w:rsidRPr="007F769F" w:rsidRDefault="00156A0A" w:rsidP="00156A0A">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7"/>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8"/>
      </w:r>
      <w:r w:rsidRPr="007F769F">
        <w:rPr>
          <w:rFonts w:eastAsia="Calibri" w:cs="Times New Roman"/>
        </w:rPr>
        <w:t>.</w:t>
      </w:r>
    </w:p>
    <w:p w14:paraId="5AC53606" w14:textId="77777777" w:rsidR="00156A0A" w:rsidRPr="007F769F" w:rsidRDefault="00156A0A" w:rsidP="00D21FCD">
      <w:pPr>
        <w:spacing w:after="120"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AB660B7" w14:textId="77777777" w:rsidR="00156A0A" w:rsidRDefault="00156A0A" w:rsidP="00156A0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52A7ADA1" w14:textId="77777777" w:rsidR="00156A0A" w:rsidRPr="001A6F12" w:rsidRDefault="00156A0A" w:rsidP="00156A0A">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5BCD7E7" w14:textId="77777777" w:rsidR="00156A0A" w:rsidRPr="001A6F12" w:rsidRDefault="00156A0A" w:rsidP="00D21FCD">
      <w:pPr>
        <w:spacing w:line="240" w:lineRule="auto"/>
        <w:ind w:left="284"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58EB928" w14:textId="77777777" w:rsidR="00156A0A" w:rsidRPr="001A6F12" w:rsidRDefault="00156A0A" w:rsidP="00D21FCD">
      <w:pPr>
        <w:spacing w:before="120" w:after="120" w:line="240" w:lineRule="auto"/>
        <w:ind w:left="284"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56A0A" w:rsidRPr="001A6F12" w14:paraId="0FD33B11" w14:textId="77777777" w:rsidTr="002117F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F62189C" w14:textId="77777777" w:rsidR="00156A0A" w:rsidRPr="001A6F12" w:rsidRDefault="00156A0A" w:rsidP="002117F9">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156F3C9" w14:textId="77777777" w:rsidR="00156A0A" w:rsidRPr="001A6F12" w:rsidRDefault="00156A0A" w:rsidP="002117F9">
            <w:pPr>
              <w:spacing w:after="0" w:line="240" w:lineRule="auto"/>
              <w:ind w:firstLine="567"/>
              <w:rPr>
                <w:rFonts w:eastAsia="Times New Roman" w:cs="Calibri"/>
                <w:lang w:eastAsia="cs-CZ"/>
              </w:rPr>
            </w:pPr>
          </w:p>
        </w:tc>
      </w:tr>
      <w:tr w:rsidR="00156A0A" w:rsidRPr="001A6F12" w14:paraId="4E714DEB" w14:textId="77777777" w:rsidTr="002117F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58DB4DF" w14:textId="77777777" w:rsidR="00156A0A" w:rsidRPr="001A6F12" w:rsidRDefault="00156A0A" w:rsidP="002117F9">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860A39C" w14:textId="77777777" w:rsidR="00156A0A" w:rsidRPr="001A6F12" w:rsidRDefault="00156A0A" w:rsidP="002117F9">
            <w:pPr>
              <w:spacing w:after="0" w:line="240" w:lineRule="auto"/>
              <w:ind w:firstLine="567"/>
              <w:rPr>
                <w:rFonts w:eastAsia="Times New Roman" w:cs="Calibri"/>
                <w:lang w:eastAsia="cs-CZ"/>
              </w:rPr>
            </w:pPr>
          </w:p>
        </w:tc>
      </w:tr>
    </w:tbl>
    <w:p w14:paraId="47907648" w14:textId="7E828F6F" w:rsidR="00982E5E" w:rsidRDefault="00982E5E" w:rsidP="00D21FCD">
      <w:pPr>
        <w:rPr>
          <w:rFonts w:eastAsia="Times New Roman" w:cs="Calibri"/>
          <w:b/>
          <w:bCs/>
          <w:lang w:eastAsia="cs-CZ"/>
        </w:rPr>
      </w:pPr>
    </w:p>
    <w:sectPr w:rsidR="00982E5E" w:rsidSect="00FC638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99D92" w14:textId="77777777" w:rsidR="00722C60" w:rsidRDefault="00722C60" w:rsidP="00962258">
      <w:pPr>
        <w:spacing w:after="0" w:line="240" w:lineRule="auto"/>
      </w:pPr>
      <w:r>
        <w:separator/>
      </w:r>
    </w:p>
  </w:endnote>
  <w:endnote w:type="continuationSeparator" w:id="0">
    <w:p w14:paraId="3321F17B" w14:textId="77777777" w:rsidR="00722C60" w:rsidRDefault="00722C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22C60" w14:paraId="017CA3F6" w14:textId="77777777" w:rsidTr="00D831A3">
      <w:tc>
        <w:tcPr>
          <w:tcW w:w="1361" w:type="dxa"/>
          <w:tcMar>
            <w:left w:w="0" w:type="dxa"/>
            <w:right w:w="0" w:type="dxa"/>
          </w:tcMar>
          <w:vAlign w:val="bottom"/>
        </w:tcPr>
        <w:p w14:paraId="135DDD64" w14:textId="10744B78" w:rsidR="00722C60" w:rsidRPr="00B8518B" w:rsidRDefault="00722C6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56BE">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56BE">
            <w:rPr>
              <w:rStyle w:val="slostrnky"/>
              <w:noProof/>
            </w:rPr>
            <w:t>21</w:t>
          </w:r>
          <w:r w:rsidRPr="00B8518B">
            <w:rPr>
              <w:rStyle w:val="slostrnky"/>
            </w:rPr>
            <w:fldChar w:fldCharType="end"/>
          </w:r>
        </w:p>
      </w:tc>
      <w:tc>
        <w:tcPr>
          <w:tcW w:w="3458" w:type="dxa"/>
          <w:shd w:val="clear" w:color="auto" w:fill="auto"/>
          <w:tcMar>
            <w:left w:w="0" w:type="dxa"/>
            <w:right w:w="0" w:type="dxa"/>
          </w:tcMar>
        </w:tcPr>
        <w:p w14:paraId="1302F18A" w14:textId="77777777" w:rsidR="00722C60" w:rsidRDefault="00722C60" w:rsidP="00B8518B">
          <w:pPr>
            <w:pStyle w:val="Zpat"/>
          </w:pPr>
        </w:p>
      </w:tc>
      <w:tc>
        <w:tcPr>
          <w:tcW w:w="2835" w:type="dxa"/>
          <w:shd w:val="clear" w:color="auto" w:fill="auto"/>
          <w:tcMar>
            <w:left w:w="0" w:type="dxa"/>
            <w:right w:w="0" w:type="dxa"/>
          </w:tcMar>
        </w:tcPr>
        <w:p w14:paraId="72F8F50D" w14:textId="77777777" w:rsidR="00722C60" w:rsidRDefault="00722C60" w:rsidP="00B8518B">
          <w:pPr>
            <w:pStyle w:val="Zpat"/>
          </w:pPr>
        </w:p>
      </w:tc>
      <w:tc>
        <w:tcPr>
          <w:tcW w:w="2921" w:type="dxa"/>
        </w:tcPr>
        <w:p w14:paraId="53DDDD39" w14:textId="77777777" w:rsidR="00722C60" w:rsidRDefault="00722C60" w:rsidP="00D831A3">
          <w:pPr>
            <w:pStyle w:val="Zpat"/>
          </w:pPr>
        </w:p>
      </w:tc>
    </w:tr>
  </w:tbl>
  <w:p w14:paraId="25AAB616" w14:textId="77777777" w:rsidR="00722C60" w:rsidRPr="00B8518B" w:rsidRDefault="00722C6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44A21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192FA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22C60" w14:paraId="6AC63344" w14:textId="77777777" w:rsidTr="00F1715C">
      <w:tc>
        <w:tcPr>
          <w:tcW w:w="1361" w:type="dxa"/>
          <w:tcMar>
            <w:left w:w="0" w:type="dxa"/>
            <w:right w:w="0" w:type="dxa"/>
          </w:tcMar>
          <w:vAlign w:val="bottom"/>
        </w:tcPr>
        <w:p w14:paraId="2E74B0AF" w14:textId="598F37F5" w:rsidR="00722C60" w:rsidRPr="00B8518B" w:rsidRDefault="00722C60"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56B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56BE">
            <w:rPr>
              <w:rStyle w:val="slostrnky"/>
              <w:noProof/>
            </w:rPr>
            <w:t>21</w:t>
          </w:r>
          <w:r w:rsidRPr="00B8518B">
            <w:rPr>
              <w:rStyle w:val="slostrnky"/>
            </w:rPr>
            <w:fldChar w:fldCharType="end"/>
          </w:r>
        </w:p>
      </w:tc>
      <w:tc>
        <w:tcPr>
          <w:tcW w:w="3458" w:type="dxa"/>
          <w:shd w:val="clear" w:color="auto" w:fill="auto"/>
          <w:tcMar>
            <w:left w:w="0" w:type="dxa"/>
            <w:right w:w="0" w:type="dxa"/>
          </w:tcMar>
        </w:tcPr>
        <w:p w14:paraId="4DAAF1F4" w14:textId="77777777" w:rsidR="00722C60" w:rsidRDefault="00722C60" w:rsidP="002A1EFF">
          <w:pPr>
            <w:pStyle w:val="Zpat"/>
          </w:pPr>
          <w:r>
            <w:t>Správa železnic, státní organizace</w:t>
          </w:r>
        </w:p>
        <w:p w14:paraId="32110950" w14:textId="77777777" w:rsidR="00722C60" w:rsidRDefault="00722C60"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722C60" w:rsidRDefault="00722C60" w:rsidP="002A1EFF">
          <w:pPr>
            <w:pStyle w:val="Zpat"/>
          </w:pPr>
          <w:r>
            <w:t>Sídlo: Dlážděná 1003/7, 110 00 Praha 1</w:t>
          </w:r>
        </w:p>
        <w:p w14:paraId="3D181D6D" w14:textId="77777777" w:rsidR="00722C60" w:rsidRDefault="00722C60" w:rsidP="002A1EFF">
          <w:pPr>
            <w:pStyle w:val="Zpat"/>
          </w:pPr>
          <w:r>
            <w:t>IČO: 709 94 234 DIČ: CZ 709 94 234</w:t>
          </w:r>
        </w:p>
        <w:p w14:paraId="612DB942" w14:textId="77777777" w:rsidR="00722C60" w:rsidRDefault="00722C60" w:rsidP="002A1EFF">
          <w:pPr>
            <w:pStyle w:val="Zpat"/>
          </w:pPr>
          <w:r>
            <w:t>www.spravazeleznic.cz</w:t>
          </w:r>
        </w:p>
      </w:tc>
      <w:tc>
        <w:tcPr>
          <w:tcW w:w="2921" w:type="dxa"/>
        </w:tcPr>
        <w:p w14:paraId="322910F0" w14:textId="60F35B14" w:rsidR="00722C60" w:rsidRPr="00B45E9E" w:rsidRDefault="00561B11" w:rsidP="002A1EFF">
          <w:pPr>
            <w:pStyle w:val="Zpat"/>
            <w:rPr>
              <w:b/>
            </w:rPr>
          </w:pPr>
          <w:r>
            <w:rPr>
              <w:b/>
            </w:rPr>
            <w:t>Stavební správa východ</w:t>
          </w:r>
        </w:p>
        <w:p w14:paraId="6C7B999B" w14:textId="5B35EB4A" w:rsidR="00722C60" w:rsidRPr="00B45E9E" w:rsidRDefault="00561B11" w:rsidP="002A1EFF">
          <w:pPr>
            <w:pStyle w:val="Zpat"/>
            <w:rPr>
              <w:b/>
            </w:rPr>
          </w:pPr>
          <w:r>
            <w:rPr>
              <w:b/>
            </w:rPr>
            <w:t>Nerudova 773/1</w:t>
          </w:r>
        </w:p>
        <w:p w14:paraId="5CC0C804" w14:textId="0A616573" w:rsidR="00722C60" w:rsidRDefault="00561B11" w:rsidP="00561B11">
          <w:pPr>
            <w:pStyle w:val="Zpat"/>
          </w:pPr>
          <w:r>
            <w:rPr>
              <w:b/>
            </w:rPr>
            <w:t>779</w:t>
          </w:r>
          <w:r w:rsidR="00722C60" w:rsidRPr="00B45E9E">
            <w:rPr>
              <w:b/>
            </w:rPr>
            <w:t xml:space="preserve"> 00 </w:t>
          </w:r>
          <w:r>
            <w:rPr>
              <w:b/>
            </w:rPr>
            <w:t>Olomouc</w:t>
          </w:r>
        </w:p>
      </w:tc>
    </w:tr>
  </w:tbl>
  <w:p w14:paraId="50A9B488" w14:textId="77777777" w:rsidR="00722C60" w:rsidRPr="00B8518B" w:rsidRDefault="00722C60"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8990C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79ABA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722C60" w:rsidRPr="00460660" w:rsidRDefault="00722C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07F97" w14:textId="77777777" w:rsidR="00722C60" w:rsidRDefault="00722C60" w:rsidP="00962258">
      <w:pPr>
        <w:spacing w:after="0" w:line="240" w:lineRule="auto"/>
      </w:pPr>
      <w:r>
        <w:separator/>
      </w:r>
    </w:p>
  </w:footnote>
  <w:footnote w:type="continuationSeparator" w:id="0">
    <w:p w14:paraId="363EB1C1" w14:textId="77777777" w:rsidR="00722C60" w:rsidRDefault="00722C60" w:rsidP="00962258">
      <w:pPr>
        <w:spacing w:after="0" w:line="240" w:lineRule="auto"/>
      </w:pPr>
      <w:r>
        <w:continuationSeparator/>
      </w:r>
    </w:p>
  </w:footnote>
  <w:footnote w:id="1">
    <w:p w14:paraId="68E30AA7" w14:textId="77777777" w:rsidR="00722C60" w:rsidRDefault="00722C60" w:rsidP="00A5181C">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37D41AA7" w14:textId="77777777" w:rsidR="00722C60" w:rsidRPr="00EB54C9" w:rsidRDefault="00722C60"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6ED92146" w14:textId="77777777" w:rsidR="00722C60" w:rsidRDefault="00722C60" w:rsidP="00A40E2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7B064D2E" w14:textId="77777777" w:rsidR="00722C60" w:rsidRPr="00DF557C" w:rsidRDefault="00722C60"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5">
    <w:p w14:paraId="3BCBD107" w14:textId="77777777" w:rsidR="00722C60" w:rsidRDefault="00722C6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722C60" w:rsidRDefault="00722C60"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7">
    <w:p w14:paraId="730FF3DC" w14:textId="77777777" w:rsidR="00722C60" w:rsidRPr="00545EB9" w:rsidRDefault="00722C60" w:rsidP="00156A0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8">
    <w:p w14:paraId="460B40FF" w14:textId="77777777" w:rsidR="00722C60" w:rsidRPr="00EB54C9" w:rsidRDefault="00722C60" w:rsidP="00156A0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2C60" w14:paraId="1EB70783" w14:textId="77777777" w:rsidTr="00C02D0A">
      <w:trPr>
        <w:trHeight w:hRule="exact" w:val="454"/>
      </w:trPr>
      <w:tc>
        <w:tcPr>
          <w:tcW w:w="1361" w:type="dxa"/>
          <w:tcMar>
            <w:top w:w="57" w:type="dxa"/>
            <w:left w:w="0" w:type="dxa"/>
            <w:right w:w="0" w:type="dxa"/>
          </w:tcMar>
        </w:tcPr>
        <w:p w14:paraId="7D692FF0" w14:textId="77777777" w:rsidR="00722C60" w:rsidRPr="00B8518B" w:rsidRDefault="00722C60" w:rsidP="00523EA7">
          <w:pPr>
            <w:pStyle w:val="Zpat"/>
            <w:rPr>
              <w:rStyle w:val="slostrnky"/>
            </w:rPr>
          </w:pPr>
        </w:p>
      </w:tc>
      <w:tc>
        <w:tcPr>
          <w:tcW w:w="3458" w:type="dxa"/>
          <w:shd w:val="clear" w:color="auto" w:fill="auto"/>
          <w:tcMar>
            <w:top w:w="57" w:type="dxa"/>
            <w:left w:w="0" w:type="dxa"/>
            <w:right w:w="0" w:type="dxa"/>
          </w:tcMar>
        </w:tcPr>
        <w:p w14:paraId="47610B97" w14:textId="77777777" w:rsidR="00722C60" w:rsidRDefault="00722C60" w:rsidP="00523EA7">
          <w:pPr>
            <w:pStyle w:val="Zpat"/>
          </w:pPr>
        </w:p>
      </w:tc>
      <w:tc>
        <w:tcPr>
          <w:tcW w:w="5698" w:type="dxa"/>
          <w:shd w:val="clear" w:color="auto" w:fill="auto"/>
          <w:tcMar>
            <w:top w:w="57" w:type="dxa"/>
            <w:left w:w="0" w:type="dxa"/>
            <w:right w:w="0" w:type="dxa"/>
          </w:tcMar>
        </w:tcPr>
        <w:p w14:paraId="71066E01" w14:textId="77777777" w:rsidR="00722C60" w:rsidRPr="00D6163D" w:rsidRDefault="00722C60" w:rsidP="00D6163D">
          <w:pPr>
            <w:pStyle w:val="Druhdokumentu"/>
          </w:pPr>
        </w:p>
      </w:tc>
    </w:tr>
  </w:tbl>
  <w:p w14:paraId="6EA7FCD6" w14:textId="77777777" w:rsidR="00722C60" w:rsidRPr="00D6163D" w:rsidRDefault="00722C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2C60" w14:paraId="07A12E36" w14:textId="77777777" w:rsidTr="00F1715C">
      <w:trPr>
        <w:trHeight w:hRule="exact" w:val="936"/>
      </w:trPr>
      <w:tc>
        <w:tcPr>
          <w:tcW w:w="1361" w:type="dxa"/>
          <w:tcMar>
            <w:left w:w="0" w:type="dxa"/>
            <w:right w:w="0" w:type="dxa"/>
          </w:tcMar>
        </w:tcPr>
        <w:p w14:paraId="396DF0E2" w14:textId="5FF8A9F5" w:rsidR="00722C60" w:rsidRPr="00B8518B" w:rsidRDefault="00722C60" w:rsidP="00FC6389">
          <w:pPr>
            <w:pStyle w:val="Zpat"/>
            <w:rPr>
              <w:rStyle w:val="slostrnky"/>
            </w:rPr>
          </w:pPr>
        </w:p>
      </w:tc>
      <w:tc>
        <w:tcPr>
          <w:tcW w:w="3458" w:type="dxa"/>
          <w:shd w:val="clear" w:color="auto" w:fill="auto"/>
          <w:tcMar>
            <w:left w:w="0" w:type="dxa"/>
            <w:right w:w="0" w:type="dxa"/>
          </w:tcMar>
        </w:tcPr>
        <w:p w14:paraId="49BEDEE9" w14:textId="77777777" w:rsidR="00722C60" w:rsidRDefault="00722C60" w:rsidP="00FC6389">
          <w:pPr>
            <w:pStyle w:val="Zpat"/>
          </w:pPr>
        </w:p>
      </w:tc>
      <w:tc>
        <w:tcPr>
          <w:tcW w:w="5698" w:type="dxa"/>
          <w:shd w:val="clear" w:color="auto" w:fill="auto"/>
          <w:tcMar>
            <w:left w:w="0" w:type="dxa"/>
            <w:right w:w="0" w:type="dxa"/>
          </w:tcMar>
        </w:tcPr>
        <w:p w14:paraId="3A7A79D8" w14:textId="77777777" w:rsidR="00722C60" w:rsidRPr="00D6163D" w:rsidRDefault="00722C60" w:rsidP="00FC6389">
          <w:pPr>
            <w:pStyle w:val="Druhdokumentu"/>
          </w:pPr>
        </w:p>
      </w:tc>
    </w:tr>
    <w:tr w:rsidR="00722C60" w14:paraId="3D0F2D9F" w14:textId="77777777" w:rsidTr="00F64786">
      <w:trPr>
        <w:trHeight w:hRule="exact" w:val="452"/>
      </w:trPr>
      <w:tc>
        <w:tcPr>
          <w:tcW w:w="1361" w:type="dxa"/>
          <w:tcMar>
            <w:left w:w="0" w:type="dxa"/>
            <w:right w:w="0" w:type="dxa"/>
          </w:tcMar>
        </w:tcPr>
        <w:p w14:paraId="4D767FD2" w14:textId="77777777" w:rsidR="00722C60" w:rsidRPr="00B8518B" w:rsidRDefault="00722C60" w:rsidP="00FC6389">
          <w:pPr>
            <w:pStyle w:val="Zpat"/>
            <w:rPr>
              <w:rStyle w:val="slostrnky"/>
            </w:rPr>
          </w:pPr>
        </w:p>
      </w:tc>
      <w:tc>
        <w:tcPr>
          <w:tcW w:w="3458" w:type="dxa"/>
          <w:shd w:val="clear" w:color="auto" w:fill="auto"/>
          <w:tcMar>
            <w:left w:w="0" w:type="dxa"/>
            <w:right w:w="0" w:type="dxa"/>
          </w:tcMar>
        </w:tcPr>
        <w:p w14:paraId="56126997" w14:textId="77777777" w:rsidR="00722C60" w:rsidRDefault="00722C60" w:rsidP="00FC6389">
          <w:pPr>
            <w:pStyle w:val="Zpat"/>
          </w:pPr>
        </w:p>
      </w:tc>
      <w:tc>
        <w:tcPr>
          <w:tcW w:w="5698" w:type="dxa"/>
          <w:shd w:val="clear" w:color="auto" w:fill="auto"/>
          <w:tcMar>
            <w:left w:w="0" w:type="dxa"/>
            <w:right w:w="0" w:type="dxa"/>
          </w:tcMar>
        </w:tcPr>
        <w:p w14:paraId="1B699894" w14:textId="77777777" w:rsidR="00722C60" w:rsidRDefault="00722C60" w:rsidP="00FC6389">
          <w:pPr>
            <w:pStyle w:val="Druhdokumentu"/>
            <w:rPr>
              <w:noProof/>
            </w:rPr>
          </w:pPr>
        </w:p>
      </w:tc>
    </w:tr>
  </w:tbl>
  <w:p w14:paraId="0A560E06" w14:textId="53BE0071" w:rsidR="00722C60" w:rsidRPr="00D6163D" w:rsidRDefault="00722C60"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722C60" w:rsidRPr="00460660" w:rsidRDefault="00722C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696275"/>
    <w:multiLevelType w:val="multilevel"/>
    <w:tmpl w:val="648CB590"/>
    <w:lvl w:ilvl="0">
      <w:start w:val="4"/>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2BF76403"/>
    <w:multiLevelType w:val="multilevel"/>
    <w:tmpl w:val="0D34D660"/>
    <w:numStyleLink w:val="ListBulletmultilevel"/>
  </w:abstractNum>
  <w:abstractNum w:abstractNumId="17"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2"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3"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4070991"/>
    <w:multiLevelType w:val="multilevel"/>
    <w:tmpl w:val="CABE99FC"/>
    <w:numStyleLink w:val="ListNumbermultilevel"/>
  </w:abstractNum>
  <w:abstractNum w:abstractNumId="3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3"/>
  </w:num>
  <w:num w:numId="2">
    <w:abstractNumId w:val="4"/>
  </w:num>
  <w:num w:numId="3">
    <w:abstractNumId w:val="16"/>
  </w:num>
  <w:num w:numId="4">
    <w:abstractNumId w:val="29"/>
  </w:num>
  <w:num w:numId="5">
    <w:abstractNumId w:val="1"/>
  </w:num>
  <w:num w:numId="6">
    <w:abstractNumId w:val="20"/>
  </w:num>
  <w:num w:numId="7">
    <w:abstractNumId w:val="28"/>
  </w:num>
  <w:num w:numId="8">
    <w:abstractNumId w:val="30"/>
  </w:num>
  <w:num w:numId="9">
    <w:abstractNumId w:val="21"/>
  </w:num>
  <w:num w:numId="10">
    <w:abstractNumId w:val="24"/>
  </w:num>
  <w:num w:numId="11">
    <w:abstractNumId w:val="17"/>
  </w:num>
  <w:num w:numId="12">
    <w:abstractNumId w:val="9"/>
  </w:num>
  <w:num w:numId="13">
    <w:abstractNumId w:val="12"/>
  </w:num>
  <w:num w:numId="14">
    <w:abstractNumId w:val="22"/>
  </w:num>
  <w:num w:numId="15">
    <w:abstractNumId w:val="5"/>
  </w:num>
  <w:num w:numId="16">
    <w:abstractNumId w:val="15"/>
  </w:num>
  <w:num w:numId="17">
    <w:abstractNumId w:val="7"/>
  </w:num>
  <w:num w:numId="18">
    <w:abstractNumId w:val="2"/>
  </w:num>
  <w:num w:numId="19">
    <w:abstractNumId w:val="8"/>
  </w:num>
  <w:num w:numId="20">
    <w:abstractNumId w:val="31"/>
  </w:num>
  <w:num w:numId="21">
    <w:abstractNumId w:val="23"/>
  </w:num>
  <w:num w:numId="22">
    <w:abstractNumId w:val="11"/>
  </w:num>
  <w:num w:numId="23">
    <w:abstractNumId w:val="27"/>
  </w:num>
  <w:num w:numId="24">
    <w:abstractNumId w:val="18"/>
  </w:num>
  <w:num w:numId="25">
    <w:abstractNumId w:val="0"/>
  </w:num>
  <w:num w:numId="26">
    <w:abstractNumId w:val="3"/>
  </w:num>
  <w:num w:numId="27">
    <w:abstractNumId w:val="19"/>
  </w:num>
  <w:num w:numId="28">
    <w:abstractNumId w:val="10"/>
  </w:num>
  <w:num w:numId="29">
    <w:abstractNumId w:val="2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19"/>
  </w:num>
  <w:num w:numId="33">
    <w:abstractNumId w:val="14"/>
  </w:num>
  <w:num w:numId="3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LockTheme/>
  <w:styleLockQFSet/>
  <w:defaultTabStop w:val="708"/>
  <w:hyphenationZone w:val="425"/>
  <w:doNotShadeFormData/>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22EA6"/>
    <w:rsid w:val="00033432"/>
    <w:rsid w:val="000335CC"/>
    <w:rsid w:val="00070045"/>
    <w:rsid w:val="000715D2"/>
    <w:rsid w:val="00072C1E"/>
    <w:rsid w:val="00076065"/>
    <w:rsid w:val="000B6C7E"/>
    <w:rsid w:val="000B7907"/>
    <w:rsid w:val="000C0429"/>
    <w:rsid w:val="000C45E8"/>
    <w:rsid w:val="000C67A1"/>
    <w:rsid w:val="000C7E81"/>
    <w:rsid w:val="000F72CE"/>
    <w:rsid w:val="00114472"/>
    <w:rsid w:val="00123EB5"/>
    <w:rsid w:val="00156A0A"/>
    <w:rsid w:val="00170EC5"/>
    <w:rsid w:val="001747C1"/>
    <w:rsid w:val="001825C9"/>
    <w:rsid w:val="0018596A"/>
    <w:rsid w:val="001A21C2"/>
    <w:rsid w:val="001A6F12"/>
    <w:rsid w:val="001B69C2"/>
    <w:rsid w:val="001C4DA0"/>
    <w:rsid w:val="00207DF5"/>
    <w:rsid w:val="00210ADA"/>
    <w:rsid w:val="002117F9"/>
    <w:rsid w:val="002651A0"/>
    <w:rsid w:val="00267369"/>
    <w:rsid w:val="0026785D"/>
    <w:rsid w:val="00271137"/>
    <w:rsid w:val="002714C9"/>
    <w:rsid w:val="00291EC3"/>
    <w:rsid w:val="002A1EFF"/>
    <w:rsid w:val="002A5CB2"/>
    <w:rsid w:val="002B0E75"/>
    <w:rsid w:val="002C31BF"/>
    <w:rsid w:val="002E040B"/>
    <w:rsid w:val="002E0CD7"/>
    <w:rsid w:val="002E2E99"/>
    <w:rsid w:val="002F026B"/>
    <w:rsid w:val="00304332"/>
    <w:rsid w:val="00320CAA"/>
    <w:rsid w:val="00325B48"/>
    <w:rsid w:val="0035201F"/>
    <w:rsid w:val="0035675B"/>
    <w:rsid w:val="00357BC6"/>
    <w:rsid w:val="0037111D"/>
    <w:rsid w:val="00374F0A"/>
    <w:rsid w:val="003956C6"/>
    <w:rsid w:val="003B18E7"/>
    <w:rsid w:val="003B5FC5"/>
    <w:rsid w:val="003E6B9A"/>
    <w:rsid w:val="003E75CE"/>
    <w:rsid w:val="0041085D"/>
    <w:rsid w:val="0041380F"/>
    <w:rsid w:val="00450F07"/>
    <w:rsid w:val="00453CD3"/>
    <w:rsid w:val="00455BC7"/>
    <w:rsid w:val="00460660"/>
    <w:rsid w:val="00460CCB"/>
    <w:rsid w:val="00461F07"/>
    <w:rsid w:val="00477370"/>
    <w:rsid w:val="00483F34"/>
    <w:rsid w:val="00486107"/>
    <w:rsid w:val="00491827"/>
    <w:rsid w:val="004926B0"/>
    <w:rsid w:val="004A0391"/>
    <w:rsid w:val="004A0ADA"/>
    <w:rsid w:val="004A7C69"/>
    <w:rsid w:val="004B4D2A"/>
    <w:rsid w:val="004C4399"/>
    <w:rsid w:val="004C69ED"/>
    <w:rsid w:val="004C787C"/>
    <w:rsid w:val="004F226F"/>
    <w:rsid w:val="004F4B9B"/>
    <w:rsid w:val="00501654"/>
    <w:rsid w:val="00505094"/>
    <w:rsid w:val="00506D82"/>
    <w:rsid w:val="00511AB9"/>
    <w:rsid w:val="00512C70"/>
    <w:rsid w:val="00523EA7"/>
    <w:rsid w:val="00542527"/>
    <w:rsid w:val="00551D1F"/>
    <w:rsid w:val="00553375"/>
    <w:rsid w:val="00561B11"/>
    <w:rsid w:val="00561D71"/>
    <w:rsid w:val="005658A6"/>
    <w:rsid w:val="005720E7"/>
    <w:rsid w:val="005722BB"/>
    <w:rsid w:val="005736B7"/>
    <w:rsid w:val="00575E5A"/>
    <w:rsid w:val="00584E2A"/>
    <w:rsid w:val="00596C7E"/>
    <w:rsid w:val="005A08BE"/>
    <w:rsid w:val="005A64E9"/>
    <w:rsid w:val="005B5E96"/>
    <w:rsid w:val="005B5EE9"/>
    <w:rsid w:val="005D56BE"/>
    <w:rsid w:val="005E0F11"/>
    <w:rsid w:val="005F7D07"/>
    <w:rsid w:val="006104F6"/>
    <w:rsid w:val="0061068E"/>
    <w:rsid w:val="00617C56"/>
    <w:rsid w:val="00627619"/>
    <w:rsid w:val="006428B3"/>
    <w:rsid w:val="006525E8"/>
    <w:rsid w:val="00656373"/>
    <w:rsid w:val="00656F5F"/>
    <w:rsid w:val="00660AD3"/>
    <w:rsid w:val="0066177D"/>
    <w:rsid w:val="00671ECA"/>
    <w:rsid w:val="00694044"/>
    <w:rsid w:val="006A5570"/>
    <w:rsid w:val="006A55A6"/>
    <w:rsid w:val="006A689C"/>
    <w:rsid w:val="006B3D79"/>
    <w:rsid w:val="006B629C"/>
    <w:rsid w:val="006E0578"/>
    <w:rsid w:val="006E314D"/>
    <w:rsid w:val="006E7F06"/>
    <w:rsid w:val="006F5764"/>
    <w:rsid w:val="006F68C2"/>
    <w:rsid w:val="00710723"/>
    <w:rsid w:val="00722C60"/>
    <w:rsid w:val="00723ED1"/>
    <w:rsid w:val="00735ED4"/>
    <w:rsid w:val="00741713"/>
    <w:rsid w:val="00743525"/>
    <w:rsid w:val="00751F73"/>
    <w:rsid w:val="007531A0"/>
    <w:rsid w:val="00755F42"/>
    <w:rsid w:val="0076286B"/>
    <w:rsid w:val="00764595"/>
    <w:rsid w:val="00766846"/>
    <w:rsid w:val="0077673A"/>
    <w:rsid w:val="00781260"/>
    <w:rsid w:val="007846E1"/>
    <w:rsid w:val="00796F66"/>
    <w:rsid w:val="007B4350"/>
    <w:rsid w:val="007B570C"/>
    <w:rsid w:val="007C2836"/>
    <w:rsid w:val="007E4A6E"/>
    <w:rsid w:val="007F56A7"/>
    <w:rsid w:val="00801EC1"/>
    <w:rsid w:val="00807DD0"/>
    <w:rsid w:val="00813F11"/>
    <w:rsid w:val="00862C88"/>
    <w:rsid w:val="00873EEC"/>
    <w:rsid w:val="00875809"/>
    <w:rsid w:val="00891334"/>
    <w:rsid w:val="00896AB9"/>
    <w:rsid w:val="008A3568"/>
    <w:rsid w:val="008D03B9"/>
    <w:rsid w:val="008E12F9"/>
    <w:rsid w:val="008E170E"/>
    <w:rsid w:val="008F18D6"/>
    <w:rsid w:val="008F2680"/>
    <w:rsid w:val="00904780"/>
    <w:rsid w:val="009113A8"/>
    <w:rsid w:val="00913667"/>
    <w:rsid w:val="00917840"/>
    <w:rsid w:val="00922385"/>
    <w:rsid w:val="009223DF"/>
    <w:rsid w:val="009233BE"/>
    <w:rsid w:val="0092353D"/>
    <w:rsid w:val="00924EC2"/>
    <w:rsid w:val="0092752C"/>
    <w:rsid w:val="009317BF"/>
    <w:rsid w:val="00936091"/>
    <w:rsid w:val="00940D8A"/>
    <w:rsid w:val="00962258"/>
    <w:rsid w:val="009678B7"/>
    <w:rsid w:val="00973248"/>
    <w:rsid w:val="00982411"/>
    <w:rsid w:val="00982E5E"/>
    <w:rsid w:val="00992D9C"/>
    <w:rsid w:val="00996CB8"/>
    <w:rsid w:val="009A7568"/>
    <w:rsid w:val="009B2E97"/>
    <w:rsid w:val="009B72CC"/>
    <w:rsid w:val="009C27B3"/>
    <w:rsid w:val="009D7DF5"/>
    <w:rsid w:val="009E07F4"/>
    <w:rsid w:val="009F392E"/>
    <w:rsid w:val="00A05BB0"/>
    <w:rsid w:val="00A07251"/>
    <w:rsid w:val="00A11738"/>
    <w:rsid w:val="00A35E05"/>
    <w:rsid w:val="00A37EF5"/>
    <w:rsid w:val="00A40E2D"/>
    <w:rsid w:val="00A44328"/>
    <w:rsid w:val="00A503CE"/>
    <w:rsid w:val="00A5181C"/>
    <w:rsid w:val="00A6177B"/>
    <w:rsid w:val="00A66136"/>
    <w:rsid w:val="00AA3D45"/>
    <w:rsid w:val="00AA4CBB"/>
    <w:rsid w:val="00AA65FA"/>
    <w:rsid w:val="00AA7351"/>
    <w:rsid w:val="00AB6895"/>
    <w:rsid w:val="00AB77CB"/>
    <w:rsid w:val="00AD056F"/>
    <w:rsid w:val="00AD2773"/>
    <w:rsid w:val="00AD4240"/>
    <w:rsid w:val="00AD6731"/>
    <w:rsid w:val="00AE1DDE"/>
    <w:rsid w:val="00AF6AAC"/>
    <w:rsid w:val="00B15B5E"/>
    <w:rsid w:val="00B15D0D"/>
    <w:rsid w:val="00B1628C"/>
    <w:rsid w:val="00B16D2C"/>
    <w:rsid w:val="00B23CA3"/>
    <w:rsid w:val="00B27134"/>
    <w:rsid w:val="00B3491A"/>
    <w:rsid w:val="00B45E9E"/>
    <w:rsid w:val="00B55F9C"/>
    <w:rsid w:val="00B75EE1"/>
    <w:rsid w:val="00B77481"/>
    <w:rsid w:val="00B81718"/>
    <w:rsid w:val="00B841EE"/>
    <w:rsid w:val="00B8518B"/>
    <w:rsid w:val="00B86EBD"/>
    <w:rsid w:val="00BA69D1"/>
    <w:rsid w:val="00BB3740"/>
    <w:rsid w:val="00BD7E91"/>
    <w:rsid w:val="00BF374D"/>
    <w:rsid w:val="00BF7BB8"/>
    <w:rsid w:val="00C02D0A"/>
    <w:rsid w:val="00C03A6E"/>
    <w:rsid w:val="00C11A86"/>
    <w:rsid w:val="00C2037A"/>
    <w:rsid w:val="00C30759"/>
    <w:rsid w:val="00C44F40"/>
    <w:rsid w:val="00C44F6A"/>
    <w:rsid w:val="00C45890"/>
    <w:rsid w:val="00C653F0"/>
    <w:rsid w:val="00C727E5"/>
    <w:rsid w:val="00C8207D"/>
    <w:rsid w:val="00C94497"/>
    <w:rsid w:val="00C96D76"/>
    <w:rsid w:val="00CA6CD3"/>
    <w:rsid w:val="00CB7B5A"/>
    <w:rsid w:val="00CC1E2B"/>
    <w:rsid w:val="00CC36B3"/>
    <w:rsid w:val="00CD1FC4"/>
    <w:rsid w:val="00CD47C0"/>
    <w:rsid w:val="00CD63CB"/>
    <w:rsid w:val="00CE371D"/>
    <w:rsid w:val="00CE603C"/>
    <w:rsid w:val="00CF1174"/>
    <w:rsid w:val="00CF5B09"/>
    <w:rsid w:val="00D02002"/>
    <w:rsid w:val="00D02A4D"/>
    <w:rsid w:val="00D21061"/>
    <w:rsid w:val="00D21FCD"/>
    <w:rsid w:val="00D316A7"/>
    <w:rsid w:val="00D37DAD"/>
    <w:rsid w:val="00D4108E"/>
    <w:rsid w:val="00D6163D"/>
    <w:rsid w:val="00D63009"/>
    <w:rsid w:val="00D831A3"/>
    <w:rsid w:val="00D902AD"/>
    <w:rsid w:val="00DA6FFE"/>
    <w:rsid w:val="00DB64B9"/>
    <w:rsid w:val="00DC3110"/>
    <w:rsid w:val="00DD46F3"/>
    <w:rsid w:val="00DD58A6"/>
    <w:rsid w:val="00DE0E2C"/>
    <w:rsid w:val="00DE43F7"/>
    <w:rsid w:val="00DE56F2"/>
    <w:rsid w:val="00DF116D"/>
    <w:rsid w:val="00DF37BC"/>
    <w:rsid w:val="00E16BF4"/>
    <w:rsid w:val="00E46308"/>
    <w:rsid w:val="00E66C13"/>
    <w:rsid w:val="00E824F1"/>
    <w:rsid w:val="00EB104F"/>
    <w:rsid w:val="00EB47F2"/>
    <w:rsid w:val="00EC20C9"/>
    <w:rsid w:val="00EC4077"/>
    <w:rsid w:val="00EC48ED"/>
    <w:rsid w:val="00EC7118"/>
    <w:rsid w:val="00ED14BD"/>
    <w:rsid w:val="00EE6B48"/>
    <w:rsid w:val="00EF470B"/>
    <w:rsid w:val="00F01440"/>
    <w:rsid w:val="00F05419"/>
    <w:rsid w:val="00F05A9D"/>
    <w:rsid w:val="00F12DEC"/>
    <w:rsid w:val="00F1715C"/>
    <w:rsid w:val="00F310F8"/>
    <w:rsid w:val="00F35939"/>
    <w:rsid w:val="00F45607"/>
    <w:rsid w:val="00F64786"/>
    <w:rsid w:val="00F659EB"/>
    <w:rsid w:val="00F66141"/>
    <w:rsid w:val="00F67A6E"/>
    <w:rsid w:val="00F804A7"/>
    <w:rsid w:val="00F862D6"/>
    <w:rsid w:val="00F86BA6"/>
    <w:rsid w:val="00FB3A20"/>
    <w:rsid w:val="00FC44E6"/>
    <w:rsid w:val="00FC6389"/>
    <w:rsid w:val="00FD2F51"/>
    <w:rsid w:val="00FE3455"/>
    <w:rsid w:val="00FE6A34"/>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02446212">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506138585">
      <w:bodyDiv w:val="1"/>
      <w:marLeft w:val="0"/>
      <w:marRight w:val="0"/>
      <w:marTop w:val="0"/>
      <w:marBottom w:val="0"/>
      <w:divBdr>
        <w:top w:val="none" w:sz="0" w:space="0" w:color="auto"/>
        <w:left w:val="none" w:sz="0" w:space="0" w:color="auto"/>
        <w:bottom w:val="none" w:sz="0" w:space="0" w:color="auto"/>
        <w:right w:val="none" w:sz="0" w:space="0" w:color="auto"/>
      </w:divBdr>
    </w:div>
    <w:div w:id="57023510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66907665">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20367550">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B10B6BA-9250-43BA-87F0-69102C927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55</TotalTime>
  <Pages>21</Pages>
  <Words>10598</Words>
  <Characters>62535</Characters>
  <Application>Microsoft Office Word</Application>
  <DocSecurity>0</DocSecurity>
  <Lines>521</Lines>
  <Paragraphs>145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9</cp:revision>
  <cp:lastPrinted>2019-02-22T13:28:00Z</cp:lastPrinted>
  <dcterms:created xsi:type="dcterms:W3CDTF">2022-08-04T07:10:00Z</dcterms:created>
  <dcterms:modified xsi:type="dcterms:W3CDTF">2022-08-05T06:32:00Z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